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03A" w:rsidRPr="00EA511B" w:rsidRDefault="00BC203A" w:rsidP="00B24788">
      <w:pPr>
        <w:ind w:left="10010"/>
        <w:rPr>
          <w:rFonts w:ascii="Times New Roman" w:hAnsi="Times New Roman"/>
          <w:bCs/>
          <w:color w:val="000000"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bCs/>
          <w:color w:val="000000"/>
          <w:sz w:val="26"/>
          <w:szCs w:val="26"/>
        </w:rPr>
        <w:t>Приложение № 5</w:t>
      </w:r>
    </w:p>
    <w:p w:rsidR="00BC203A" w:rsidRPr="00EA511B" w:rsidRDefault="00BC203A" w:rsidP="00B24788">
      <w:pPr>
        <w:autoSpaceDE w:val="0"/>
        <w:autoSpaceDN w:val="0"/>
        <w:adjustRightInd w:val="0"/>
        <w:spacing w:after="0" w:line="240" w:lineRule="auto"/>
        <w:ind w:left="10010"/>
        <w:outlineLvl w:val="1"/>
        <w:rPr>
          <w:rFonts w:ascii="Times New Roman" w:hAnsi="Times New Roman"/>
          <w:sz w:val="26"/>
          <w:szCs w:val="26"/>
        </w:rPr>
      </w:pPr>
      <w:r w:rsidRPr="00EA511B">
        <w:rPr>
          <w:rFonts w:ascii="Times New Roman" w:hAnsi="Times New Roman"/>
          <w:sz w:val="26"/>
          <w:szCs w:val="26"/>
        </w:rPr>
        <w:t xml:space="preserve">к муниципальной программе </w:t>
      </w:r>
    </w:p>
    <w:p w:rsidR="00BC203A" w:rsidRPr="00EA511B" w:rsidRDefault="00BC203A" w:rsidP="00B24788">
      <w:pPr>
        <w:autoSpaceDE w:val="0"/>
        <w:autoSpaceDN w:val="0"/>
        <w:adjustRightInd w:val="0"/>
        <w:spacing w:after="0" w:line="240" w:lineRule="auto"/>
        <w:ind w:left="10010"/>
        <w:outlineLvl w:val="1"/>
        <w:rPr>
          <w:rFonts w:ascii="Times New Roman" w:hAnsi="Times New Roman"/>
          <w:sz w:val="26"/>
          <w:szCs w:val="26"/>
        </w:rPr>
      </w:pPr>
      <w:r w:rsidRPr="00EA511B">
        <w:rPr>
          <w:rFonts w:ascii="Times New Roman" w:hAnsi="Times New Roman"/>
          <w:sz w:val="26"/>
          <w:szCs w:val="26"/>
        </w:rPr>
        <w:t>«Развитие образования Дальнереченского городского округа»  на 2014-201</w:t>
      </w:r>
      <w:r>
        <w:rPr>
          <w:rFonts w:ascii="Times New Roman" w:hAnsi="Times New Roman"/>
          <w:sz w:val="26"/>
          <w:szCs w:val="26"/>
        </w:rPr>
        <w:t>6</w:t>
      </w:r>
      <w:r w:rsidRPr="00EA511B">
        <w:rPr>
          <w:rFonts w:ascii="Times New Roman" w:hAnsi="Times New Roman"/>
          <w:sz w:val="26"/>
          <w:szCs w:val="26"/>
        </w:rPr>
        <w:t xml:space="preserve"> годы,</w:t>
      </w:r>
    </w:p>
    <w:p w:rsidR="00BC203A" w:rsidRPr="00EA511B" w:rsidRDefault="00BC203A" w:rsidP="00B24788">
      <w:pPr>
        <w:autoSpaceDE w:val="0"/>
        <w:autoSpaceDN w:val="0"/>
        <w:adjustRightInd w:val="0"/>
        <w:spacing w:after="0" w:line="240" w:lineRule="auto"/>
        <w:ind w:left="10010"/>
        <w:outlineLvl w:val="1"/>
        <w:rPr>
          <w:rFonts w:ascii="Times New Roman" w:hAnsi="Times New Roman"/>
          <w:sz w:val="26"/>
          <w:szCs w:val="26"/>
        </w:rPr>
      </w:pPr>
      <w:r w:rsidRPr="00EA511B">
        <w:rPr>
          <w:rFonts w:ascii="Times New Roman" w:hAnsi="Times New Roman"/>
          <w:sz w:val="26"/>
          <w:szCs w:val="26"/>
        </w:rPr>
        <w:t>утвержденной постановлением</w:t>
      </w:r>
    </w:p>
    <w:p w:rsidR="00BC203A" w:rsidRDefault="00BC203A" w:rsidP="00B24788">
      <w:pPr>
        <w:spacing w:after="0" w:line="240" w:lineRule="auto"/>
        <w:ind w:left="10010"/>
        <w:rPr>
          <w:rFonts w:ascii="Times New Roman" w:hAnsi="Times New Roman"/>
          <w:sz w:val="26"/>
          <w:szCs w:val="26"/>
        </w:rPr>
      </w:pPr>
      <w:r w:rsidRPr="00EA511B">
        <w:rPr>
          <w:rFonts w:ascii="Times New Roman" w:hAnsi="Times New Roman"/>
          <w:sz w:val="26"/>
          <w:szCs w:val="26"/>
        </w:rPr>
        <w:t xml:space="preserve">администрации  </w:t>
      </w:r>
      <w:r>
        <w:rPr>
          <w:rFonts w:ascii="Times New Roman" w:hAnsi="Times New Roman"/>
          <w:sz w:val="26"/>
          <w:szCs w:val="26"/>
        </w:rPr>
        <w:t>Д</w:t>
      </w:r>
      <w:r w:rsidRPr="00EA511B">
        <w:rPr>
          <w:rFonts w:ascii="Times New Roman" w:hAnsi="Times New Roman"/>
          <w:sz w:val="26"/>
          <w:szCs w:val="26"/>
        </w:rPr>
        <w:t>альнереченского городского округа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BC203A" w:rsidRDefault="00BC203A" w:rsidP="00B24788">
      <w:pPr>
        <w:spacing w:after="0" w:line="240" w:lineRule="auto"/>
        <w:ind w:left="10010"/>
        <w:rPr>
          <w:rFonts w:ascii="Times New Roman" w:hAnsi="Times New Roman"/>
          <w:sz w:val="28"/>
          <w:szCs w:val="28"/>
        </w:rPr>
      </w:pPr>
      <w:r w:rsidRPr="00EA511B">
        <w:rPr>
          <w:rFonts w:ascii="Times New Roman" w:hAnsi="Times New Roman"/>
          <w:bCs/>
          <w:sz w:val="26"/>
          <w:szCs w:val="26"/>
        </w:rPr>
        <w:t xml:space="preserve">от </w:t>
      </w:r>
      <w:r>
        <w:rPr>
          <w:rFonts w:ascii="Times New Roman" w:hAnsi="Times New Roman"/>
          <w:bCs/>
          <w:sz w:val="26"/>
          <w:szCs w:val="26"/>
        </w:rPr>
        <w:t xml:space="preserve">____________ </w:t>
      </w:r>
      <w:smartTag w:uri="urn:schemas-microsoft-com:office:smarttags" w:element="metricconverter">
        <w:smartTagPr>
          <w:attr w:name="ProductID" w:val="2013 г"/>
        </w:smartTagPr>
        <w:r>
          <w:rPr>
            <w:rFonts w:ascii="Times New Roman" w:hAnsi="Times New Roman"/>
            <w:bCs/>
            <w:sz w:val="26"/>
            <w:szCs w:val="26"/>
          </w:rPr>
          <w:t>2013 г</w:t>
        </w:r>
      </w:smartTag>
      <w:r>
        <w:rPr>
          <w:rFonts w:ascii="Times New Roman" w:hAnsi="Times New Roman"/>
          <w:bCs/>
          <w:sz w:val="26"/>
          <w:szCs w:val="26"/>
        </w:rPr>
        <w:t xml:space="preserve"> </w:t>
      </w:r>
      <w:r w:rsidRPr="00EA511B">
        <w:rPr>
          <w:rFonts w:ascii="Times New Roman" w:hAnsi="Times New Roman"/>
          <w:bCs/>
          <w:sz w:val="26"/>
          <w:szCs w:val="26"/>
        </w:rPr>
        <w:t xml:space="preserve">№ </w:t>
      </w:r>
    </w:p>
    <w:p w:rsidR="00BC203A" w:rsidRDefault="00BC203A" w:rsidP="006618D4">
      <w:pPr>
        <w:spacing w:after="0" w:line="240" w:lineRule="auto"/>
        <w:ind w:left="9240"/>
        <w:jc w:val="center"/>
        <w:rPr>
          <w:rFonts w:ascii="Times New Roman" w:hAnsi="Times New Roman"/>
          <w:sz w:val="28"/>
          <w:szCs w:val="28"/>
        </w:rPr>
      </w:pPr>
    </w:p>
    <w:p w:rsidR="00BC203A" w:rsidRPr="0039278E" w:rsidRDefault="00BC203A" w:rsidP="00026B3C">
      <w:pPr>
        <w:spacing w:after="0" w:line="360" w:lineRule="auto"/>
        <w:jc w:val="center"/>
        <w:rPr>
          <w:rFonts w:ascii="Times New Roman" w:hAnsi="Times New Roman"/>
          <w:b/>
          <w:sz w:val="26"/>
          <w:szCs w:val="26"/>
        </w:rPr>
      </w:pPr>
      <w:r w:rsidRPr="0039278E">
        <w:rPr>
          <w:rFonts w:ascii="Times New Roman" w:hAnsi="Times New Roman"/>
          <w:b/>
          <w:sz w:val="26"/>
          <w:szCs w:val="26"/>
        </w:rPr>
        <w:t>ИНФОРМАЦИЯ</w:t>
      </w:r>
    </w:p>
    <w:p w:rsidR="00BC203A" w:rsidRDefault="00BC203A" w:rsidP="006A0721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39278E">
        <w:rPr>
          <w:rFonts w:ascii="Times New Roman" w:hAnsi="Times New Roman"/>
          <w:b/>
          <w:bCs/>
          <w:sz w:val="26"/>
          <w:szCs w:val="26"/>
        </w:rPr>
        <w:t xml:space="preserve">о ресурсном обеспечении муниципальной программы Дальнереченского городского округа </w:t>
      </w:r>
    </w:p>
    <w:p w:rsidR="00BC203A" w:rsidRDefault="00BC203A" w:rsidP="006A0721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39278E">
        <w:rPr>
          <w:rFonts w:ascii="Times New Roman" w:hAnsi="Times New Roman"/>
          <w:b/>
          <w:bCs/>
          <w:sz w:val="26"/>
          <w:szCs w:val="26"/>
        </w:rPr>
        <w:t xml:space="preserve">за счет средств местного бюджета и прогнозная оценка привлекаемых на ее реализацию целей </w:t>
      </w:r>
    </w:p>
    <w:p w:rsidR="00BC203A" w:rsidRPr="0039278E" w:rsidRDefault="00BC203A" w:rsidP="006A0721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39278E">
        <w:rPr>
          <w:rFonts w:ascii="Times New Roman" w:hAnsi="Times New Roman"/>
          <w:b/>
          <w:bCs/>
          <w:sz w:val="26"/>
          <w:szCs w:val="26"/>
        </w:rPr>
        <w:t xml:space="preserve">средств краевого бюджета, иных внебюджетных источников  </w:t>
      </w:r>
    </w:p>
    <w:p w:rsidR="00BC203A" w:rsidRPr="0039278E" w:rsidRDefault="00BC203A" w:rsidP="006A0721">
      <w:pPr>
        <w:tabs>
          <w:tab w:val="left" w:pos="675"/>
          <w:tab w:val="left" w:pos="4077"/>
          <w:tab w:val="left" w:pos="4644"/>
          <w:tab w:val="left" w:pos="5495"/>
          <w:tab w:val="left" w:pos="6345"/>
          <w:tab w:val="left" w:pos="7479"/>
          <w:tab w:val="left" w:pos="8188"/>
          <w:tab w:val="left" w:pos="9577"/>
          <w:tab w:val="left" w:pos="10966"/>
          <w:tab w:val="left" w:pos="12355"/>
          <w:tab w:val="left" w:pos="13744"/>
        </w:tabs>
        <w:spacing w:after="0" w:line="360" w:lineRule="auto"/>
        <w:jc w:val="center"/>
        <w:outlineLvl w:val="2"/>
        <w:rPr>
          <w:rFonts w:ascii="Times New Roman" w:hAnsi="Times New Roman"/>
          <w:b/>
          <w:bCs/>
          <w:sz w:val="26"/>
          <w:szCs w:val="26"/>
          <w:u w:val="single"/>
        </w:rPr>
      </w:pPr>
      <w:r w:rsidRPr="0039278E">
        <w:rPr>
          <w:rFonts w:ascii="Times New Roman" w:hAnsi="Times New Roman"/>
          <w:b/>
          <w:bCs/>
          <w:sz w:val="26"/>
          <w:szCs w:val="26"/>
          <w:u w:val="single"/>
        </w:rPr>
        <w:t>«Развитие образования Дальнереченского городского округа» на 2014-2016 годы</w:t>
      </w:r>
    </w:p>
    <w:tbl>
      <w:tblPr>
        <w:tblW w:w="14315" w:type="dxa"/>
        <w:tblInd w:w="93" w:type="dxa"/>
        <w:tblLayout w:type="fixed"/>
        <w:tblLook w:val="00A0"/>
      </w:tblPr>
      <w:tblGrid>
        <w:gridCol w:w="1008"/>
        <w:gridCol w:w="5497"/>
        <w:gridCol w:w="3544"/>
        <w:gridCol w:w="1433"/>
        <w:gridCol w:w="1433"/>
        <w:gridCol w:w="1400"/>
      </w:tblGrid>
      <w:tr w:rsidR="00BC203A" w:rsidRPr="0039278E" w:rsidTr="00664046">
        <w:trPr>
          <w:trHeight w:val="489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5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bCs/>
                <w:sz w:val="26"/>
                <w:szCs w:val="26"/>
              </w:rPr>
              <w:t>Источники ресурсного обеспечения</w:t>
            </w:r>
          </w:p>
        </w:tc>
        <w:tc>
          <w:tcPr>
            <w:tcW w:w="426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C203A" w:rsidRPr="0039278E" w:rsidRDefault="00BC203A" w:rsidP="0066404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Оценка расходов (тыс. руб.), годы</w:t>
            </w:r>
          </w:p>
        </w:tc>
      </w:tr>
      <w:tr w:rsidR="00BC203A" w:rsidRPr="0039278E" w:rsidTr="00664046">
        <w:trPr>
          <w:trHeight w:val="315"/>
        </w:trPr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03A" w:rsidRPr="0039278E" w:rsidRDefault="00BC203A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2014 год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03A" w:rsidRPr="0039278E" w:rsidRDefault="00BC203A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2015 год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03A" w:rsidRPr="0039278E" w:rsidRDefault="00BC203A" w:rsidP="00EB73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2016 год</w:t>
            </w:r>
          </w:p>
        </w:tc>
      </w:tr>
    </w:tbl>
    <w:p w:rsidR="00BC203A" w:rsidRPr="0039278E" w:rsidRDefault="00BC203A" w:rsidP="001452D8">
      <w:pPr>
        <w:tabs>
          <w:tab w:val="left" w:pos="970"/>
          <w:tab w:val="left" w:pos="4754"/>
          <w:tab w:val="left" w:pos="9096"/>
          <w:tab w:val="left" w:pos="10259"/>
          <w:tab w:val="left" w:pos="11422"/>
          <w:tab w:val="left" w:pos="12642"/>
          <w:tab w:val="left" w:pos="13849"/>
        </w:tabs>
        <w:spacing w:after="0" w:line="240" w:lineRule="auto"/>
        <w:ind w:left="93"/>
        <w:outlineLvl w:val="2"/>
        <w:rPr>
          <w:rFonts w:ascii="Times New Roman" w:hAnsi="Times New Roman"/>
          <w:sz w:val="26"/>
          <w:szCs w:val="26"/>
        </w:rPr>
      </w:pPr>
    </w:p>
    <w:tbl>
      <w:tblPr>
        <w:tblW w:w="17290" w:type="dxa"/>
        <w:tblInd w:w="93" w:type="dxa"/>
        <w:tblLayout w:type="fixed"/>
        <w:tblLook w:val="00A0"/>
      </w:tblPr>
      <w:tblGrid>
        <w:gridCol w:w="1005"/>
        <w:gridCol w:w="16"/>
        <w:gridCol w:w="5481"/>
        <w:gridCol w:w="3520"/>
        <w:gridCol w:w="17"/>
        <w:gridCol w:w="1416"/>
        <w:gridCol w:w="15"/>
        <w:gridCol w:w="1415"/>
        <w:gridCol w:w="27"/>
        <w:gridCol w:w="1513"/>
        <w:gridCol w:w="1431"/>
        <w:gridCol w:w="1434"/>
      </w:tblGrid>
      <w:tr w:rsidR="00BC203A" w:rsidRPr="0039278E" w:rsidTr="009E6B1A">
        <w:trPr>
          <w:gridAfter w:val="2"/>
          <w:wAfter w:w="2865" w:type="dxa"/>
          <w:trHeight w:val="20"/>
          <w:tblHeader/>
        </w:trPr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203A" w:rsidRPr="0039278E" w:rsidRDefault="00BC203A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3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4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5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EB73F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6</w:t>
            </w:r>
          </w:p>
        </w:tc>
      </w:tr>
      <w:tr w:rsidR="00BC203A" w:rsidRPr="0039278E" w:rsidTr="00794AB7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 </w:t>
            </w:r>
          </w:p>
          <w:p w:rsidR="00BC203A" w:rsidRPr="0039278E" w:rsidRDefault="00BC203A" w:rsidP="001452D8">
            <w:pPr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BC203A" w:rsidRPr="0039278E" w:rsidRDefault="00BC203A" w:rsidP="006A072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Муниципальная программа </w:t>
            </w:r>
          </w:p>
          <w:p w:rsidR="00BC203A" w:rsidRPr="0039278E" w:rsidRDefault="00BC203A" w:rsidP="006A072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«</w:t>
            </w:r>
            <w:r w:rsidRPr="0039278E">
              <w:rPr>
                <w:rFonts w:ascii="Times New Roman" w:hAnsi="Times New Roman"/>
                <w:b/>
                <w:bCs/>
                <w:sz w:val="26"/>
                <w:szCs w:val="26"/>
              </w:rPr>
              <w:t>Развитие образования Дальнереченского городского округа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»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F710A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319 260,41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F710A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324 310,68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F710A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328 115,02</w:t>
            </w:r>
          </w:p>
        </w:tc>
      </w:tr>
      <w:tr w:rsidR="00BC203A" w:rsidRPr="0039278E" w:rsidTr="00794AB7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</w:tcPr>
          <w:p w:rsidR="00BC203A" w:rsidRPr="0039278E" w:rsidRDefault="00BC203A" w:rsidP="006A072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федеральный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Default="00BC203A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Default="00BC203A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Default="00BC203A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</w:tr>
      <w:tr w:rsidR="00BC203A" w:rsidRPr="0039278E" w:rsidTr="00794AB7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B1D7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179 632,31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179 632,31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179 632,31</w:t>
            </w:r>
          </w:p>
        </w:tc>
      </w:tr>
      <w:tr w:rsidR="00BC203A" w:rsidRPr="0039278E" w:rsidTr="00794AB7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139 628,10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144 678,37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148 482,71</w:t>
            </w:r>
          </w:p>
        </w:tc>
      </w:tr>
      <w:tr w:rsidR="00BC203A" w:rsidRPr="0039278E" w:rsidTr="00794AB7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иные внебюджетные источники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Default="00BC203A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Default="00BC203A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Default="00BC203A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203A" w:rsidRPr="0039278E" w:rsidRDefault="00BC203A" w:rsidP="006A072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«</w:t>
            </w:r>
            <w:r w:rsidRPr="0039278E">
              <w:rPr>
                <w:rFonts w:ascii="Times New Roman" w:hAnsi="Times New Roman"/>
                <w:b/>
                <w:bCs/>
                <w:sz w:val="26"/>
                <w:szCs w:val="26"/>
              </w:rPr>
              <w:t>Развитие системы дошкольного образования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»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109 064,91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110 569,29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110 607,00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203A" w:rsidRPr="0039278E" w:rsidRDefault="00BC203A" w:rsidP="006A0721">
            <w:pPr>
              <w:spacing w:after="0" w:line="240" w:lineRule="auto"/>
              <w:jc w:val="both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9F6B83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федеральный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Default="00BC203A" w:rsidP="009F6B8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Default="00BC203A" w:rsidP="009F6B8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Default="00BC203A" w:rsidP="009F6B8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546418" w:rsidRDefault="00BC203A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43 040</w:t>
            </w:r>
            <w:r w:rsidRPr="00546418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31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546418" w:rsidRDefault="00BC203A" w:rsidP="007D364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43 040</w:t>
            </w:r>
            <w:r w:rsidRPr="00546418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31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546418" w:rsidRDefault="00BC203A" w:rsidP="007D364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43 040</w:t>
            </w:r>
            <w:r w:rsidRPr="00546418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31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66 024,60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67 528,98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67 566,69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C40E9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иные внебюджетные источники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095DA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1.1.</w:t>
            </w: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03A" w:rsidRPr="0039278E" w:rsidRDefault="00BC203A" w:rsidP="006D5C8F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Субсидии из местного бюджета муниципальным дошкольным образовательным учреждениям Дальнереченского городского округа на организацию предоставления общедоступного дошкольного образования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095DAC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55970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13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59074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18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60566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69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095DAC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A6B17" w:rsidRDefault="00BC203A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BA6B17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A6B17" w:rsidRDefault="00BC203A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BA6B17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A6B17" w:rsidRDefault="00BC203A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BA6B17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095DAC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55970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13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59074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18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60566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69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922991" w:rsidRDefault="00BC203A" w:rsidP="009229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22991">
              <w:rPr>
                <w:rFonts w:ascii="Times New Roman" w:hAnsi="Times New Roman"/>
                <w:b/>
                <w:sz w:val="26"/>
                <w:szCs w:val="26"/>
              </w:rPr>
              <w:t>1.2.</w:t>
            </w: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03A" w:rsidRPr="001E1152" w:rsidRDefault="00BC203A" w:rsidP="006D5C8F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Субвенции на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обеспечение государственных гарантий реализации</w:t>
            </w: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 дошкольного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образования в муниципальных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дошкольных </w:t>
            </w: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образовательных учреждениях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6D5C8F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Default="00BC203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39641,31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Default="00BC203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39641,31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Default="00BC203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39641,31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6D5C8F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Default="00BC203A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39641,31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Default="00BC203A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39641,31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Default="00BC203A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39641,31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6D5C8F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Default="00BC203A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Default="00BC203A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Default="00BC203A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1.3.</w:t>
            </w: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3A" w:rsidRPr="0039278E" w:rsidRDefault="00BC203A" w:rsidP="00095DA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Субсидии из местного бюджета муниципальным дошкольным образовательным учреждениям Дальнереченского городского округа на строительство (реконструкцию) зданий (в том числе проектно-изыскательские работы) муниципальных образовательных учреждений, реализующих основную общеобразовательную программу дошкольного образования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86174E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180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3A" w:rsidRPr="0039278E" w:rsidRDefault="00BC203A" w:rsidP="00095DAC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010B24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федеральный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Default="00BC203A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Default="00BC203A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Default="00BC203A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86174E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A6B17" w:rsidRDefault="00BC203A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BA6B17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A6B17" w:rsidRDefault="00BC203A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BA6B17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A6B17" w:rsidRDefault="00BC203A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BA6B17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86174E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180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03A" w:rsidRPr="0039278E" w:rsidRDefault="00BC203A" w:rsidP="00095DAC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Cs/>
                <w:sz w:val="26"/>
                <w:szCs w:val="26"/>
              </w:rPr>
              <w:t>Строительство детского сада на 120 мест на территории МБДОУ «Детский сад общеразвивающего вида № 7»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1200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203A" w:rsidRPr="0039278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федеральный</w:t>
            </w: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2368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203A" w:rsidRPr="0039278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010B24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3A" w:rsidRPr="0039278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120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010B2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3A" w:rsidRPr="0039278E" w:rsidRDefault="00BC203A" w:rsidP="00095DAC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Изготовление проектно-сметной документации на р</w:t>
            </w:r>
            <w:r w:rsidRPr="0039278E">
              <w:rPr>
                <w:rFonts w:ascii="Times New Roman" w:hAnsi="Times New Roman"/>
                <w:bCs/>
                <w:sz w:val="26"/>
                <w:szCs w:val="26"/>
              </w:rPr>
              <w:t>еконструкци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ю </w:t>
            </w:r>
            <w:r w:rsidRPr="0039278E">
              <w:rPr>
                <w:rFonts w:ascii="Times New Roman" w:hAnsi="Times New Roman"/>
                <w:bCs/>
                <w:sz w:val="26"/>
                <w:szCs w:val="26"/>
              </w:rPr>
              <w:t>(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МБДОУ «ЦРР-Детский сад № 4»)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600,00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86174E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600,00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095DA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1.4.</w:t>
            </w: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203A" w:rsidRPr="001E1152" w:rsidRDefault="00BC203A" w:rsidP="006D5C8F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Субсидии из местного бюджета муниципальным дошкольным образовательным учреждениям Дальнереченского городского округа на проведение капитального и текущего ремонта зданий муниципальных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дошкольных </w:t>
            </w: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 xml:space="preserve">образовательных учреждений,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благоустройство территорий и организацию безопасности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4060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1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6684,8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4823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5E6A7C" w:rsidRDefault="00BC203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5E6A7C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5E6A7C" w:rsidRDefault="00BC203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5E6A7C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5E6A7C" w:rsidRDefault="00BC203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5E6A7C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4060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1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6684,8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4823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203A" w:rsidRPr="0039278E" w:rsidRDefault="00BC203A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Устройство приточно-вытяжной вентиляции на пищеблоке с ПСД </w:t>
            </w:r>
          </w:p>
          <w:p w:rsidR="00BC203A" w:rsidRPr="0039278E" w:rsidRDefault="00BC203A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(МБДОУ «Детский сад № 1»</w:t>
            </w:r>
          </w:p>
          <w:p w:rsidR="00BC203A" w:rsidRPr="0039278E" w:rsidRDefault="00BC203A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МБДОУ «Детский сад № 7»</w:t>
            </w:r>
          </w:p>
          <w:p w:rsidR="00BC203A" w:rsidRPr="0039278E" w:rsidRDefault="00BC203A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БДОУ «ЦРР-Детский сад № 10»</w:t>
            </w:r>
          </w:p>
          <w:p w:rsidR="00BC203A" w:rsidRPr="0039278E" w:rsidRDefault="00BC203A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МБДОУ «Детский сад № 6»</w:t>
            </w:r>
          </w:p>
          <w:p w:rsidR="00BC203A" w:rsidRPr="0039278E" w:rsidRDefault="00BC203A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МБДОУ «ЦРР-Детский сад № 12»)</w:t>
            </w: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800,00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800,00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800,00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800,00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203A" w:rsidRPr="0039278E" w:rsidRDefault="00BC203A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Оборудование закрывающихся кабин без запоров в туалетных комнатах </w:t>
            </w:r>
          </w:p>
          <w:p w:rsidR="00BC203A" w:rsidRDefault="00BC203A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(Все дошкольные учреждения </w:t>
            </w:r>
          </w:p>
          <w:p w:rsidR="00BC203A" w:rsidRPr="0039278E" w:rsidRDefault="00BC203A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(из расчета 60 тыс.руб на 1 группу))</w:t>
            </w: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1060,00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1060,00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1060,00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1060,00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BC203A" w:rsidRPr="0039278E" w:rsidRDefault="00BC203A" w:rsidP="00095D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Ремонт системы отопления и приобретение материалов </w:t>
            </w:r>
          </w:p>
          <w:p w:rsidR="00BC203A" w:rsidRPr="0039278E" w:rsidRDefault="00BC203A" w:rsidP="00095D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(Все дошкольные учреждения (постепенно))</w:t>
            </w:r>
          </w:p>
          <w:p w:rsidR="00BC203A" w:rsidRPr="0039278E" w:rsidRDefault="00BC203A" w:rsidP="00095D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500,00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500,00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BC203A" w:rsidRPr="0039278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03A" w:rsidRPr="0039278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500,00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500,00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C203A" w:rsidRPr="0039278E" w:rsidRDefault="00BC203A" w:rsidP="00095D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Замена водопроводных сетей и канализации (подвальное помещение) </w:t>
            </w:r>
          </w:p>
          <w:p w:rsidR="00BC203A" w:rsidRPr="0039278E" w:rsidRDefault="00BC203A" w:rsidP="00095D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(МБДОУ «ЦРР-Детский сад № 10»)</w:t>
            </w: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58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58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C203A" w:rsidRPr="001E1152" w:rsidRDefault="00BC203A" w:rsidP="006D5C8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Замена водопроводных сетей и канализации (</w:t>
            </w:r>
            <w:r>
              <w:rPr>
                <w:rFonts w:ascii="Times New Roman" w:hAnsi="Times New Roman"/>
                <w:sz w:val="26"/>
                <w:szCs w:val="26"/>
              </w:rPr>
              <w:t>внутренние работы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) </w:t>
            </w:r>
          </w:p>
          <w:p w:rsidR="00BC203A" w:rsidRPr="001E1152" w:rsidRDefault="00BC203A" w:rsidP="006D5C8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(МБДОУ «Д/с № 7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»)</w:t>
            </w: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Default="00BC203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Default="00BC203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Default="00BC203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Default="00BC203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Default="00BC203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Default="00BC203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Default="00BC203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Default="00BC203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Default="00BC203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C203A" w:rsidRPr="0039278E" w:rsidRDefault="00BC203A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Подводка горячей воды к умывальной раковине персонала, оборудование душевых поддонов в умывальной зоне </w:t>
            </w:r>
          </w:p>
          <w:p w:rsidR="00BC203A" w:rsidRPr="0039278E" w:rsidRDefault="00BC203A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(МБДОУ «Детский сад № 1»; </w:t>
            </w:r>
          </w:p>
          <w:p w:rsidR="00BC203A" w:rsidRPr="0039278E" w:rsidRDefault="00BC203A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МБДОУ «ЦРР-Детский сад № 5»; </w:t>
            </w:r>
          </w:p>
          <w:p w:rsidR="00BC203A" w:rsidRPr="0039278E" w:rsidRDefault="00BC203A" w:rsidP="00095DA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МБДОУ «ЦРР-Детский сад № 12»)</w:t>
            </w: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50,00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150,00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8617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150,00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50,00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150,00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150,00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03A" w:rsidRPr="000315DE" w:rsidRDefault="00BC203A" w:rsidP="00095D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03A" w:rsidRPr="0039278E" w:rsidRDefault="00BC203A" w:rsidP="000315DE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Установка теневых навесов </w:t>
            </w:r>
          </w:p>
          <w:p w:rsidR="00BC203A" w:rsidRPr="0039278E" w:rsidRDefault="00BC203A" w:rsidP="000315DE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(МБДОУ «ЦРР-Детский сад № 5») </w:t>
            </w:r>
          </w:p>
          <w:p w:rsidR="00BC203A" w:rsidRPr="000315DE" w:rsidRDefault="00BC203A" w:rsidP="00095DA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900,00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900,00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900,00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0315D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0315D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0315D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0315D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6D5C8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900,00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900,00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900,00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0315D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203A" w:rsidRPr="0039278E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Устройство асфальтобетонного покрытия территории </w:t>
            </w:r>
          </w:p>
          <w:p w:rsidR="00BC203A" w:rsidRPr="0039278E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(МБДОУ «ЦРР-Детский сад № 1</w:t>
            </w: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 xml:space="preserve">»; </w:t>
            </w:r>
          </w:p>
          <w:p w:rsidR="00BC203A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МБДОУ «Детский сад № 1»;</w:t>
            </w:r>
          </w:p>
          <w:p w:rsidR="00BC203A" w:rsidRPr="0039278E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МБДОУ «ЦРР-Детский сад № 1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»;</w:t>
            </w:r>
          </w:p>
          <w:p w:rsidR="00BC203A" w:rsidRPr="0039278E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МБДОУ «Детский сад № 6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»)</w:t>
            </w: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645,00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183,00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0315D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0315D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0315D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0315D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645,00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183,00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0315D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03A" w:rsidRPr="0039278E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Ремонт металлического ограждения территории </w:t>
            </w:r>
          </w:p>
          <w:p w:rsidR="00BC203A" w:rsidRPr="0039278E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(МБДОУ «ЦРР-Детский сад № </w:t>
            </w:r>
            <w:r>
              <w:rPr>
                <w:rFonts w:ascii="Times New Roman" w:hAnsi="Times New Roman"/>
                <w:sz w:val="26"/>
                <w:szCs w:val="26"/>
              </w:rPr>
              <w:t>10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»;</w:t>
            </w:r>
          </w:p>
          <w:p w:rsidR="00BC203A" w:rsidRPr="0039278E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МБДОУ «ЦРР-Детский сад № 5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 xml:space="preserve">»; </w:t>
            </w:r>
          </w:p>
          <w:p w:rsidR="00BC203A" w:rsidRPr="0039278E" w:rsidRDefault="00BC203A" w:rsidP="00CF57DF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МБДОУ «ЦРР-Детский сад № 4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»)</w:t>
            </w: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920,00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900,00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0315D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0315D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0315D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0315D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920,00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900,00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0315D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03A" w:rsidRPr="0039278E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Установка металлических дверей 1 степени </w:t>
            </w:r>
          </w:p>
          <w:p w:rsidR="00BC203A" w:rsidRPr="0039278E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(МБДОУ «ЦРР-Детский сад № 5»;</w:t>
            </w:r>
          </w:p>
          <w:p w:rsidR="00BC203A" w:rsidRPr="0039278E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МБДОУ «Детский сад № 6»;</w:t>
            </w:r>
          </w:p>
          <w:p w:rsidR="00BC203A" w:rsidRPr="0039278E" w:rsidRDefault="00BC203A" w:rsidP="00CF57DF">
            <w:pPr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МБДОУ «ЦРР-Детский сад № 4»)</w:t>
            </w: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0315D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0315D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0315D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0315D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0315D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03A" w:rsidRPr="0039278E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Установка систем внутреннего видеонаблюдения</w:t>
            </w:r>
          </w:p>
          <w:p w:rsidR="00BC203A" w:rsidRPr="0039278E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 (МБДОУ «ЦРР-Детский сад № 10»; </w:t>
            </w:r>
          </w:p>
          <w:p w:rsidR="00BC203A" w:rsidRPr="0039278E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МБДОУ «ЦРР-Детский сад № 12»; </w:t>
            </w:r>
          </w:p>
          <w:p w:rsidR="00BC203A" w:rsidRPr="0039278E" w:rsidRDefault="00BC203A" w:rsidP="00CF57DF">
            <w:pPr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МБДОУ «Детский сад № 1»)</w:t>
            </w: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0315D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0315D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0315D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0315D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0315D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203A" w:rsidRPr="0039278E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Установка искусственного освещения на территории детских садов </w:t>
            </w:r>
          </w:p>
          <w:p w:rsidR="00BC203A" w:rsidRPr="0039278E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(Все дошкольные учреждения (постепенно))</w:t>
            </w: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0315D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0315D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0315D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0315D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0315D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203A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E39FC">
              <w:rPr>
                <w:rFonts w:ascii="Times New Roman" w:hAnsi="Times New Roman"/>
                <w:sz w:val="26"/>
                <w:szCs w:val="26"/>
              </w:rPr>
              <w:t>Замена окон, входных дверей</w:t>
            </w:r>
          </w:p>
          <w:p w:rsidR="00BC203A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E39FC">
              <w:rPr>
                <w:rFonts w:ascii="Times New Roman" w:hAnsi="Times New Roman"/>
                <w:sz w:val="26"/>
                <w:szCs w:val="26"/>
              </w:rPr>
              <w:t>(МБ</w:t>
            </w:r>
            <w:r>
              <w:rPr>
                <w:rFonts w:ascii="Times New Roman" w:hAnsi="Times New Roman"/>
                <w:sz w:val="26"/>
                <w:szCs w:val="26"/>
              </w:rPr>
              <w:t>Д</w:t>
            </w:r>
            <w:r w:rsidRPr="008E39FC">
              <w:rPr>
                <w:rFonts w:ascii="Times New Roman" w:hAnsi="Times New Roman"/>
                <w:sz w:val="26"/>
                <w:szCs w:val="26"/>
              </w:rPr>
              <w:t>ОУ «ЦРР-д/с № 5»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BC203A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МБДОУ «Д/с № 6»;</w:t>
            </w:r>
          </w:p>
          <w:p w:rsidR="00BC203A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МБДОУ «Д/С № 7»;</w:t>
            </w:r>
          </w:p>
          <w:p w:rsidR="00BC203A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МБДОУ «ЦРР д/с № 10»;</w:t>
            </w:r>
          </w:p>
          <w:p w:rsidR="00BC203A" w:rsidRPr="008E39FC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МБДОУ «ЦРР д/с № 12)</w:t>
            </w: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651,10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454,80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0315D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0315D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0315D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0315D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651,10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454,80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0315D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203A" w:rsidRPr="001A16B2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A16B2">
              <w:rPr>
                <w:rFonts w:ascii="Times New Roman" w:hAnsi="Times New Roman"/>
                <w:sz w:val="26"/>
                <w:szCs w:val="26"/>
              </w:rPr>
              <w:t>Установка теплоотражающих экранов на отопительные приборы</w:t>
            </w:r>
          </w:p>
          <w:p w:rsidR="00BC203A" w:rsidRPr="001A16B2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A16B2">
              <w:rPr>
                <w:rFonts w:ascii="Times New Roman" w:hAnsi="Times New Roman"/>
                <w:sz w:val="26"/>
                <w:szCs w:val="26"/>
              </w:rPr>
              <w:t>(МБДОУ «Д/с № 6»)</w:t>
            </w: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0315D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0315D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0315D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0315D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6D5C8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1.5.</w:t>
            </w: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Субсидии из местного бюджета муниципальным дошкольным образовательным учреждениям Дальнереченского городского округа на модернизацию материально-технической базы дошкольных образовательных учреждений 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665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1770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D364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2177,00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7C4FFB" w:rsidRDefault="00BC203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7C4FFB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7C4FFB" w:rsidRDefault="00BC203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7C4FFB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7C4FFB" w:rsidRDefault="00BC203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7C4FFB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665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1770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2177,00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иные внебюджетные источники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C203A" w:rsidRPr="0039278E" w:rsidRDefault="00BC203A" w:rsidP="00552774">
            <w:pPr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Приобретение технологического оборудования (Все дошкольные учреждения (постепенно))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 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400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55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0,00 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03A" w:rsidRPr="0039278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03A" w:rsidRPr="0039278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 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sz w:val="26"/>
                <w:szCs w:val="26"/>
              </w:rPr>
              <w:t>00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550,00 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03A" w:rsidRPr="0039278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иные внебюджетные источники</w:t>
            </w:r>
          </w:p>
        </w:tc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C203A" w:rsidRPr="0039278E" w:rsidRDefault="00BC203A" w:rsidP="00552774">
            <w:pPr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Приобретение </w:t>
            </w:r>
            <w:r>
              <w:rPr>
                <w:rFonts w:ascii="Times New Roman" w:hAnsi="Times New Roman"/>
                <w:sz w:val="26"/>
                <w:szCs w:val="26"/>
              </w:rPr>
              <w:t>медицинского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 xml:space="preserve"> оборудования (Все дошкольные учреждения (постепенно))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44,00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6,00 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44,00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6,00 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203A" w:rsidRPr="0039278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иные внебюджетные источники</w:t>
            </w:r>
          </w:p>
        </w:tc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Приобретение спортивного инвентаря </w:t>
            </w:r>
          </w:p>
          <w:p w:rsidR="00BC203A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(Все дошкольные учреждения (постепенно))</w:t>
            </w:r>
          </w:p>
          <w:p w:rsidR="00BC203A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5,00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03A" w:rsidRPr="0039278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03A" w:rsidRPr="0039278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BC203A" w:rsidRPr="0039278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иные внебюджетные источники</w:t>
            </w:r>
          </w:p>
        </w:tc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Приобретение детской ростовой мебели </w:t>
            </w:r>
          </w:p>
          <w:p w:rsidR="00BC203A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(Все дошкольные учреждения (постепенно))</w:t>
            </w:r>
          </w:p>
          <w:p w:rsidR="00BC203A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631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E16B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940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631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940,00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203A" w:rsidRPr="0039278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иные внебюджетные источники</w:t>
            </w:r>
          </w:p>
        </w:tc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Приобретение кухонной утвари </w:t>
            </w:r>
          </w:p>
          <w:p w:rsidR="00BC203A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(Все дошкольные учреждения (постепенно))</w:t>
            </w:r>
          </w:p>
          <w:p w:rsidR="00BC203A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220,00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220,00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220,00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220,00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220,00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220,00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203A" w:rsidRPr="0039278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иные внебюджетные источники</w:t>
            </w:r>
          </w:p>
        </w:tc>
        <w:tc>
          <w:tcPr>
            <w:tcW w:w="14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89005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BC203A" w:rsidRDefault="00BC203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  <w:p w:rsidR="00BC203A" w:rsidRPr="0039278E" w:rsidRDefault="00BC203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Приобретение мягкого инвентаря </w:t>
            </w:r>
          </w:p>
          <w:p w:rsidR="00BC203A" w:rsidRPr="0039278E" w:rsidRDefault="00BC203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(Все дошкольные учреждения (постепенно))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890056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445,00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475,00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446,00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445,00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475,00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446,00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203A" w:rsidRPr="0039278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C40E9">
            <w:pPr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иные внебюджетные источники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1.6.</w:t>
            </w:r>
          </w:p>
        </w:tc>
        <w:tc>
          <w:tcPr>
            <w:tcW w:w="54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203A" w:rsidRPr="005B4CA8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Субвенции на компенсацию части родительской платы за присмотр и уход за детьми в образовательных организациях, реализующих образовательную программу дошкольного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7C4FFB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3399</w:t>
            </w:r>
            <w:r w:rsidRPr="007C4FFB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7C4FFB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3399</w:t>
            </w:r>
            <w:r w:rsidRPr="007C4FFB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7C4FFB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3399</w:t>
            </w:r>
            <w:r w:rsidRPr="007C4FFB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7C4FFB" w:rsidRDefault="00BC203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3399</w:t>
            </w:r>
            <w:r w:rsidRPr="007C4FFB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7C4FFB" w:rsidRDefault="00BC203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3399</w:t>
            </w:r>
            <w:r w:rsidRPr="007C4FFB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7C4FFB" w:rsidRDefault="00BC203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3399</w:t>
            </w:r>
            <w:r w:rsidRPr="007C4FFB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203A" w:rsidRPr="0039278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1.7.</w:t>
            </w:r>
          </w:p>
        </w:tc>
        <w:tc>
          <w:tcPr>
            <w:tcW w:w="54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203A" w:rsidRPr="005B4CA8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 Погашение кредиторской задолженности прошлых лет.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F01AA6" w:rsidRDefault="00BC203A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>3529,37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203A" w:rsidRPr="0039278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F01AA6" w:rsidRDefault="00BC203A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E2727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203A" w:rsidRPr="0039278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F01AA6" w:rsidRDefault="00BC203A" w:rsidP="0055277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>3529,37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2.</w:t>
            </w: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203A" w:rsidRPr="0039278E" w:rsidRDefault="00BC203A" w:rsidP="000A52E7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«</w:t>
            </w:r>
            <w:r w:rsidRPr="0039278E">
              <w:rPr>
                <w:rFonts w:ascii="Times New Roman" w:hAnsi="Times New Roman"/>
                <w:b/>
                <w:bCs/>
                <w:sz w:val="26"/>
                <w:szCs w:val="26"/>
              </w:rPr>
              <w:t>Развитие системы общего образования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»</w:t>
            </w: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176 811,44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179 215,81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182 169,27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135 269,00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D364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135 269,00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D364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135 269,00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D10B0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41 542,44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43 946,81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46 900,27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203A" w:rsidRPr="00F01AA6" w:rsidRDefault="00BC203A" w:rsidP="00552774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>2.1.</w:t>
            </w: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203A" w:rsidRPr="00F01AA6" w:rsidRDefault="00BC203A" w:rsidP="00552774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>Субсидии из местного бюджета муниципальным общеобразовательным учреждениям Дальнереченского городского округа на организацию предоставления общедоступного начального общего, основного общего, среднего (полного) общего образования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F01AA6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 xml:space="preserve">32592,64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 xml:space="preserve">34123,70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 xml:space="preserve">36365,27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F01AA6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F01AA6" w:rsidRDefault="00BC203A" w:rsidP="00D10B0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A2031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 xml:space="preserve">32592,64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A2031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 xml:space="preserve">34123,70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A2031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 xml:space="preserve">36365,27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3A" w:rsidRPr="00F01AA6" w:rsidRDefault="00BC203A" w:rsidP="00723CD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>2.2.</w:t>
            </w: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3A" w:rsidRPr="00F01AA6" w:rsidRDefault="00BC203A" w:rsidP="00723CD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F01AA6" w:rsidRDefault="00BC203A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>129890,00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>129890,00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>129890,00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F01AA6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F01AA6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F01AA6" w:rsidRDefault="00BC203A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A2031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>129890,00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>129890,00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>129890,00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F01AA6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F01AA6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F01AA6" w:rsidRDefault="00BC203A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03A" w:rsidRPr="00F01AA6" w:rsidRDefault="00BC203A" w:rsidP="00723CD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>2.3.</w:t>
            </w: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03A" w:rsidRPr="00F01AA6" w:rsidRDefault="00BC203A" w:rsidP="00723CD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>Субвенции на обеспечение обучающихся в младших классах (1-4 включительно) бесплатным питанием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F01AA6" w:rsidRDefault="00BC203A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>5379,00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>5379,00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>5379,00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F01AA6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F01AA6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F01AA6" w:rsidRDefault="00BC203A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>5379,00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>5379,00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>5379,00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F01AA6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F01AA6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F01AA6" w:rsidRDefault="00BC203A" w:rsidP="00723CD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F01AA6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2.4.</w:t>
            </w: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BC203A" w:rsidRPr="001E1152" w:rsidRDefault="00BC203A" w:rsidP="00CF57DF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1E1152">
              <w:rPr>
                <w:rFonts w:ascii="Times New Roman" w:hAnsi="Times New Roman"/>
                <w:b/>
                <w:sz w:val="26"/>
                <w:szCs w:val="26"/>
              </w:rPr>
              <w:t>Субсидии из местного бюджета муниципальным общеобразовательным учреждениям Дальнереченского городского округа на проведение капитального и текущего ремонта зданий муниципальных общеобразовательных учреждений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, благоустройство территорий и организацию безопасности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3257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40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6692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11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7353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203A" w:rsidRPr="0039278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D10B0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3257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40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6692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11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7353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F01AA6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3A" w:rsidRPr="001E1152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Замена деревянных полов, покрытий из линолеума </w:t>
            </w:r>
          </w:p>
          <w:p w:rsidR="00BC203A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</w:t>
            </w:r>
            <w:r>
              <w:rPr>
                <w:rFonts w:ascii="Times New Roman" w:hAnsi="Times New Roman"/>
                <w:sz w:val="26"/>
                <w:szCs w:val="26"/>
              </w:rPr>
              <w:t>МБОУ «СОШ № 6»;</w:t>
            </w:r>
          </w:p>
          <w:p w:rsidR="00BC203A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МБОУ «СОШ № 2»;</w:t>
            </w:r>
          </w:p>
          <w:p w:rsidR="00BC203A" w:rsidRPr="001E1152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МБОУ «СОШ № 5»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F01AA6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F01AA6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F01AA6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F01AA6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F01AA6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3A" w:rsidRPr="001E1152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Ремонт пола в спортивном зале </w:t>
            </w:r>
          </w:p>
          <w:p w:rsidR="00BC203A" w:rsidRPr="001E1152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</w:t>
            </w:r>
            <w:r w:rsidRPr="001E1152">
              <w:rPr>
                <w:rFonts w:ascii="Times New Roman" w:hAnsi="Times New Roman"/>
                <w:bCs/>
                <w:sz w:val="26"/>
                <w:szCs w:val="26"/>
              </w:rPr>
              <w:t>МБОУ Лицей»)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F01AA6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F01AA6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F01AA6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F01AA6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F01AA6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3A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Замена оконных блоков, всего</w:t>
            </w:r>
          </w:p>
          <w:p w:rsidR="00BC203A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том числе</w:t>
            </w:r>
          </w:p>
          <w:p w:rsidR="00BC203A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(МБОУ «СОШ № 3»</w:t>
            </w:r>
          </w:p>
          <w:p w:rsidR="00BC203A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МБОУ «СОШ № 5»</w:t>
            </w:r>
          </w:p>
          <w:p w:rsidR="00BC203A" w:rsidRPr="001E1152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МБОУ «СОШ № 6»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342,30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F01AA6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F01AA6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F01AA6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F01AA6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342,30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F01AA6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C203A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Остекление оконных переплетов</w:t>
            </w:r>
            <w:r>
              <w:rPr>
                <w:rFonts w:ascii="Times New Roman" w:hAnsi="Times New Roman"/>
                <w:sz w:val="26"/>
                <w:szCs w:val="26"/>
              </w:rPr>
              <w:t>, утепление окон, входных дверей, всего</w:t>
            </w:r>
          </w:p>
          <w:p w:rsidR="00BC203A" w:rsidRPr="001E1152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т.ч.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BC203A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</w:t>
            </w:r>
            <w:r>
              <w:rPr>
                <w:rFonts w:ascii="Times New Roman" w:hAnsi="Times New Roman"/>
                <w:sz w:val="26"/>
                <w:szCs w:val="26"/>
              </w:rPr>
              <w:t>МБОУ «ООШ № 12»</w:t>
            </w:r>
          </w:p>
          <w:p w:rsidR="00BC203A" w:rsidRPr="001E1152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МБОУ «Лицей»</w:t>
            </w:r>
          </w:p>
          <w:p w:rsidR="00BC203A" w:rsidRPr="001E1152" w:rsidRDefault="00BC203A" w:rsidP="00CF57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МБОУ «СОШ № 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 w:rsidRPr="001E1152">
              <w:rPr>
                <w:rFonts w:ascii="Times New Roman" w:hAnsi="Times New Roman"/>
                <w:sz w:val="26"/>
                <w:szCs w:val="26"/>
              </w:rPr>
              <w:t>»)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35,10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272,11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F01AA6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F01AA6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F01AA6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203A" w:rsidRPr="00F01AA6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35,10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272,11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F01AA6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203A" w:rsidRPr="001E1152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Оборудование закрывающихся кабин без запоров в туалетных комнатах </w:t>
            </w:r>
          </w:p>
          <w:p w:rsidR="00BC203A" w:rsidRPr="001E1152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(МБОУ «СОШ № 2»)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1E1152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1E1152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300,00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1E1152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300,00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F01AA6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F01AA6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F01AA6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203A" w:rsidRPr="00F01AA6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1E1152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1E1152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300,00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1E1152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300,00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F01AA6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203A" w:rsidRPr="001E1152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Ремонт спортивного зала </w:t>
            </w:r>
          </w:p>
          <w:p w:rsidR="00BC203A" w:rsidRPr="001E1152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(МБОУ «СОШ № 5» (бытовое помещение)</w:t>
            </w:r>
          </w:p>
          <w:p w:rsidR="00BC203A" w:rsidRPr="001E1152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МБОУ «СОШ № 6») 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1080,00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1073,00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F01AA6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F01AA6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F01AA6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203A" w:rsidRPr="00F01AA6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1080,00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1AA6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1073,00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F01AA6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203A" w:rsidRPr="001E1152" w:rsidRDefault="00BC203A" w:rsidP="00CF57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Ремонт системы водоотведения в кабинете химии </w:t>
            </w:r>
          </w:p>
          <w:p w:rsidR="00BC203A" w:rsidRPr="001E1152" w:rsidRDefault="00BC203A" w:rsidP="00CF57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(МБОУ «СОШ № 2»)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1E1152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1E1152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300,00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1E1152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F01AA6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F01AA6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F01AA6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203A" w:rsidRPr="00F01AA6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1E1152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1E1152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300,00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1E1152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F01AA6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203A" w:rsidRPr="001E1152" w:rsidRDefault="00BC203A" w:rsidP="00CF57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 Оборудование приточно-вытяжной вентиляции пищеблока </w:t>
            </w:r>
          </w:p>
          <w:p w:rsidR="00BC203A" w:rsidRPr="001E1152" w:rsidRDefault="00BC203A" w:rsidP="00CF57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>(МБОУ «СОШ № 6»)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1E1152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1E1152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1E1152" w:rsidRDefault="00BC203A" w:rsidP="00CF57DF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400,00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F01AA6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F01AA6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F01AA6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203A" w:rsidRPr="00F01AA6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1E1152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1E1152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1E1152" w:rsidRDefault="00BC203A" w:rsidP="00CF57DF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6"/>
                <w:szCs w:val="26"/>
              </w:rPr>
            </w:pPr>
            <w:r w:rsidRPr="001E1152">
              <w:rPr>
                <w:rFonts w:ascii="Times New Roman" w:hAnsi="Times New Roman"/>
                <w:sz w:val="26"/>
                <w:szCs w:val="26"/>
              </w:rPr>
              <w:t xml:space="preserve">400,00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BC203A" w:rsidRPr="0039278E" w:rsidRDefault="00BC203A" w:rsidP="00552774">
            <w:pPr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Ремонт металлического ограждения территории школы (МБОУ «Лицей»)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27F8D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340,00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340,00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C203A" w:rsidRPr="0039278E" w:rsidRDefault="00BC203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Установка металлических дверей 1 степени </w:t>
            </w:r>
          </w:p>
          <w:p w:rsidR="00BC203A" w:rsidRPr="0039278E" w:rsidRDefault="00BC203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(МБОУ «Лицей»; </w:t>
            </w:r>
          </w:p>
          <w:p w:rsidR="00BC203A" w:rsidRPr="0039278E" w:rsidRDefault="00BC203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МБОУ «СОШ № 2»; </w:t>
            </w:r>
          </w:p>
          <w:p w:rsidR="00BC203A" w:rsidRPr="0039278E" w:rsidRDefault="00BC203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МБОУ «СОШ № 3»;</w:t>
            </w:r>
          </w:p>
          <w:p w:rsidR="00BC203A" w:rsidRPr="0039278E" w:rsidRDefault="00BC203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МБОУ «СОШ № 5»; </w:t>
            </w:r>
          </w:p>
          <w:p w:rsidR="00BC203A" w:rsidRPr="0039278E" w:rsidRDefault="00BC203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МБОУ «СОШ № 6»; </w:t>
            </w:r>
          </w:p>
          <w:p w:rsidR="00BC203A" w:rsidRPr="0039278E" w:rsidRDefault="00BC203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МБОУ «ООШ № 12»; </w:t>
            </w:r>
          </w:p>
          <w:p w:rsidR="00BC203A" w:rsidRPr="0039278E" w:rsidRDefault="00BC203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МБОУ «ООШ № 13»)</w:t>
            </w: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350,00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360,00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27F8D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350,00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360,00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BC203A" w:rsidRPr="0039278E" w:rsidRDefault="00BC203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Установка искусственного освещения на территории школ </w:t>
            </w:r>
          </w:p>
          <w:p w:rsidR="00BC203A" w:rsidRPr="0039278E" w:rsidRDefault="00BC203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(Все общеобразовательные учреждения)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203A" w:rsidRPr="0039278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C203A" w:rsidRPr="0039278E" w:rsidRDefault="00BC203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Установка поэтажных дверей </w:t>
            </w:r>
          </w:p>
          <w:p w:rsidR="00BC203A" w:rsidRPr="0039278E" w:rsidRDefault="00BC203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(МБОУ «Лицей»</w:t>
            </w:r>
          </w:p>
          <w:p w:rsidR="00BC203A" w:rsidRPr="0039278E" w:rsidRDefault="00BC203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МБОУ «СОШ № 2»</w:t>
            </w:r>
          </w:p>
          <w:p w:rsidR="00BC203A" w:rsidRPr="0039278E" w:rsidRDefault="00BC203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МБОУ «СОШ № 3»</w:t>
            </w:r>
          </w:p>
          <w:p w:rsidR="00BC203A" w:rsidRPr="0039278E" w:rsidRDefault="00BC203A" w:rsidP="00552774">
            <w:pPr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МБОУ «СОШ № 5»)</w:t>
            </w: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500,00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600,00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DC39D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500,00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DC39D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600,00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0A52E7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BC203A" w:rsidRPr="0039278E" w:rsidRDefault="00BC203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Установка систем внутреннего видеонаблюдения </w:t>
            </w:r>
          </w:p>
          <w:p w:rsidR="00BC203A" w:rsidRPr="0039278E" w:rsidRDefault="00BC203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(МБОУ «Лицей»</w:t>
            </w:r>
          </w:p>
          <w:p w:rsidR="00BC203A" w:rsidRPr="0039278E" w:rsidRDefault="00BC203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МБОУ «СОШ № 2»</w:t>
            </w:r>
          </w:p>
          <w:p w:rsidR="00BC203A" w:rsidRPr="0039278E" w:rsidRDefault="00BC203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МБОУ «СОШ № 3»</w:t>
            </w:r>
          </w:p>
          <w:p w:rsidR="00BC203A" w:rsidRPr="0039278E" w:rsidRDefault="00BC203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МБОУ «СОШ № 5»</w:t>
            </w:r>
          </w:p>
          <w:p w:rsidR="00BC203A" w:rsidRPr="0039278E" w:rsidRDefault="00BC203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МБОУ «СОШ № 6»</w:t>
            </w:r>
          </w:p>
          <w:p w:rsidR="00BC203A" w:rsidRPr="0039278E" w:rsidRDefault="00BC203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МБОУ «ООШ № 12»</w:t>
            </w:r>
          </w:p>
          <w:p w:rsidR="00BC203A" w:rsidRPr="0039278E" w:rsidRDefault="00BC203A" w:rsidP="00552774">
            <w:pPr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МБОУ «ООШ № 13»)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6A072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600</w:t>
            </w:r>
            <w:r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00</w:t>
            </w:r>
            <w:r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203A" w:rsidRPr="0039278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203A" w:rsidRPr="0039278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43AA9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86174E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600</w:t>
            </w:r>
            <w:r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86174E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00</w:t>
            </w:r>
            <w:r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203A" w:rsidRPr="000C012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BC203A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Изготовление проектно-строительной документации на кровлю здания, всего</w:t>
            </w:r>
          </w:p>
          <w:p w:rsidR="00BC203A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т.ч.</w:t>
            </w:r>
          </w:p>
          <w:p w:rsidR="00BC203A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(МБОУ «СОШ № 2»;</w:t>
            </w:r>
          </w:p>
          <w:p w:rsidR="00BC203A" w:rsidRPr="001E1152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МБОУ «СОШ № 6»)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0C012E" w:rsidRDefault="00BC203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012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0C012E" w:rsidRDefault="00BC203A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</w:t>
            </w:r>
            <w:r w:rsidRPr="000C012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0C012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0C012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0C012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0C012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0C012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203A" w:rsidRPr="000C012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0C012E" w:rsidRDefault="00BC203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012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0C012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0C012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0C012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0C012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0C012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0C012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0C012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203A" w:rsidRPr="000C012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0C012E" w:rsidRDefault="00BC203A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012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0C012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</w:t>
            </w:r>
            <w:r w:rsidRPr="000C012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0C012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0C012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0C012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0C012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BC203A" w:rsidRPr="0039278E" w:rsidRDefault="00BC203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Ремонт асфальтобетонного покрытия с установкой бордюрного камня </w:t>
            </w:r>
          </w:p>
          <w:p w:rsidR="00BC203A" w:rsidRPr="0039278E" w:rsidRDefault="00BC203A" w:rsidP="00552774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(</w:t>
            </w:r>
            <w:r w:rsidRPr="0039278E">
              <w:rPr>
                <w:rFonts w:ascii="Times New Roman" w:hAnsi="Times New Roman"/>
                <w:bCs/>
                <w:sz w:val="26"/>
                <w:szCs w:val="26"/>
              </w:rPr>
              <w:t>МБОУ Лицей»</w:t>
            </w:r>
          </w:p>
          <w:p w:rsidR="00BC203A" w:rsidRPr="0039278E" w:rsidRDefault="00BC203A" w:rsidP="00552774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МБОУ «О</w:t>
            </w:r>
            <w:r w:rsidRPr="0039278E">
              <w:rPr>
                <w:rFonts w:ascii="Times New Roman" w:hAnsi="Times New Roman"/>
                <w:bCs/>
                <w:sz w:val="26"/>
                <w:szCs w:val="26"/>
              </w:rPr>
              <w:t xml:space="preserve">ОШ №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12</w:t>
            </w:r>
            <w:r w:rsidRPr="0039278E">
              <w:rPr>
                <w:rFonts w:ascii="Times New Roman" w:hAnsi="Times New Roman"/>
                <w:bCs/>
                <w:sz w:val="26"/>
                <w:szCs w:val="26"/>
              </w:rPr>
              <w:t>»</w:t>
            </w:r>
          </w:p>
          <w:p w:rsidR="00BC203A" w:rsidRPr="0039278E" w:rsidRDefault="00BC203A" w:rsidP="00552774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МБОУ «С</w:t>
            </w:r>
            <w:r w:rsidRPr="0039278E">
              <w:rPr>
                <w:rFonts w:ascii="Times New Roman" w:hAnsi="Times New Roman"/>
                <w:bCs/>
                <w:sz w:val="26"/>
                <w:szCs w:val="26"/>
              </w:rPr>
              <w:t xml:space="preserve">ОШ №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5</w:t>
            </w:r>
            <w:r w:rsidRPr="0039278E">
              <w:rPr>
                <w:rFonts w:ascii="Times New Roman" w:hAnsi="Times New Roman"/>
                <w:bCs/>
                <w:sz w:val="26"/>
                <w:szCs w:val="26"/>
              </w:rPr>
              <w:t>»)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110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119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920,00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203A" w:rsidRPr="0039278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203A" w:rsidRPr="0039278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D10B0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110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119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920,00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BC203A" w:rsidRPr="0039278E" w:rsidRDefault="00BC203A" w:rsidP="006810B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Устройство асфальтобетонного покрытия волейбольной и баскетбольной площадок </w:t>
            </w:r>
          </w:p>
          <w:p w:rsidR="00BC203A" w:rsidRPr="0039278E" w:rsidRDefault="00BC203A" w:rsidP="006810B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(МБОУ «СОШ № 3»)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500,00</w:t>
            </w:r>
          </w:p>
        </w:tc>
      </w:tr>
      <w:tr w:rsidR="00BC203A" w:rsidRPr="0039278E" w:rsidTr="009E6B1A">
        <w:trPr>
          <w:trHeight w:val="20"/>
        </w:trPr>
        <w:tc>
          <w:tcPr>
            <w:tcW w:w="10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203A" w:rsidRPr="0039278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31" w:type="dxa"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</w:tc>
        <w:tc>
          <w:tcPr>
            <w:tcW w:w="1434" w:type="dxa"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203A" w:rsidRPr="0039278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0A52E7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500,00 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86174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Подсыпка территории спортивных площадок песком </w:t>
            </w:r>
          </w:p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(Все общеобразовательные учреждения)</w:t>
            </w:r>
          </w:p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86174E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140,00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203A" w:rsidRPr="0039278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6A072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0A52E7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140,00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C203A" w:rsidRPr="0039278E" w:rsidRDefault="00BC203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Устройство асфальтобетонного покрытия территории школы с установкой бордюрного камня </w:t>
            </w:r>
          </w:p>
          <w:p w:rsidR="00BC203A" w:rsidRPr="0039278E" w:rsidRDefault="00BC203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(МБОУ «СОШ № 3»</w:t>
            </w:r>
          </w:p>
          <w:p w:rsidR="00BC203A" w:rsidRPr="0039278E" w:rsidRDefault="00BC203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МБОУ «СОШ № 6»</w:t>
            </w:r>
          </w:p>
          <w:p w:rsidR="00BC203A" w:rsidRPr="0039278E" w:rsidRDefault="00BC203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МБОУ «ООШ № 12»</w:t>
            </w:r>
          </w:p>
          <w:p w:rsidR="00BC203A" w:rsidRPr="0039278E" w:rsidRDefault="00BC203A" w:rsidP="00552774">
            <w:pPr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МБОУ «СОШ № 2»)</w:t>
            </w: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500,00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300,00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1800,00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0A52E7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500,00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300,00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1800,00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2.5.</w:t>
            </w: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Субсидии из местного бюджета муниципальным общеобразовательным учреждениям Дальнереченского городского округа на модернизацию технологического оборудования школьных столовых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66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927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1928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0A52E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66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1927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928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Приобретение технологического оборудования (Все общеобразовательные учреждения)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900,00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900,00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0A52E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900,00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900,00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Приобретение мебели в обеденный зал </w:t>
            </w:r>
          </w:p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(Все общеобразовательные учреждения)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86174E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200,00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200,00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200,00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0A52E7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  <w:p w:rsidR="00BC203A" w:rsidRPr="0039278E" w:rsidRDefault="00BC203A" w:rsidP="000A52E7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200,00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200,00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200,00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203A" w:rsidRPr="00F119DE" w:rsidRDefault="00BC203A" w:rsidP="00CF57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119DE">
              <w:rPr>
                <w:rFonts w:ascii="Times New Roman" w:hAnsi="Times New Roman"/>
                <w:sz w:val="26"/>
                <w:szCs w:val="26"/>
              </w:rPr>
              <w:t xml:space="preserve">Приобретение подъемно-поворотных стульев в компьютерный класс </w:t>
            </w:r>
          </w:p>
          <w:p w:rsidR="00BC203A" w:rsidRPr="00F119DE" w:rsidRDefault="00BC203A" w:rsidP="00CF57D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119DE">
              <w:rPr>
                <w:rFonts w:ascii="Times New Roman" w:hAnsi="Times New Roman"/>
                <w:sz w:val="26"/>
                <w:szCs w:val="26"/>
              </w:rPr>
              <w:t>(Все общеобразовательные учреждения)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  <w:p w:rsidR="00BC203A" w:rsidRPr="0039278E" w:rsidRDefault="00BC203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C203A" w:rsidRPr="001E5FD4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5FD4">
              <w:rPr>
                <w:rFonts w:ascii="Times New Roman" w:hAnsi="Times New Roman"/>
                <w:sz w:val="26"/>
                <w:szCs w:val="26"/>
              </w:rPr>
              <w:t xml:space="preserve">Приобретение учебников </w:t>
            </w:r>
          </w:p>
          <w:p w:rsidR="00BC203A" w:rsidRPr="001E5FD4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1E5FD4">
              <w:rPr>
                <w:rFonts w:ascii="Times New Roman" w:hAnsi="Times New Roman"/>
                <w:sz w:val="26"/>
                <w:szCs w:val="26"/>
              </w:rPr>
              <w:t>(Все общеобразовательные учреждения)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827,00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828,00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  <w:p w:rsidR="00BC203A" w:rsidRPr="0039278E" w:rsidRDefault="00BC203A" w:rsidP="00CF57DF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827,00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828,00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2.6.</w:t>
            </w:r>
          </w:p>
        </w:tc>
        <w:tc>
          <w:tcPr>
            <w:tcW w:w="54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BC203A" w:rsidRPr="0039278E" w:rsidRDefault="00BC203A" w:rsidP="00CF57DF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Субсидии из местного бюджета муниципальным общеобразовательным учреждениям Дальнереченского городского округа на строительство (реконструкция) общеобразовательных учреждений сельской местности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0,00 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0,00 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0A52E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0,00 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0,00 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2.7.</w:t>
            </w: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203A" w:rsidRPr="005B4CA8" w:rsidRDefault="00BC203A" w:rsidP="00CF57DF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 Погашение кредиторской задолженности прошлых лет.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12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4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8E0F5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12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4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2.8.</w:t>
            </w: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Осуществление поддержки и социальной защиты одаренных детей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40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40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40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8E0F5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40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40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40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2.8.1</w:t>
            </w: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BC203A" w:rsidRPr="0039278E" w:rsidRDefault="00BC203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Поддержка одаренных детей-инвалидов, их развития   и   социальной адаптации (экскурсии по Приморскому краю, поездки в санатории края, проведение мероприятий по дню инвалида)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8E0F57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2.8.2</w:t>
            </w:r>
          </w:p>
        </w:tc>
        <w:tc>
          <w:tcPr>
            <w:tcW w:w="54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BC203A" w:rsidRPr="0039278E" w:rsidRDefault="00BC203A" w:rsidP="00552774">
            <w:pPr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Проведение мероприятий по   обеспечению   досуга одаренных детей инвалидов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5,00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5,00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8E0F57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5,00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5,00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C203A" w:rsidRPr="00F96734" w:rsidRDefault="00BC203A" w:rsidP="00E1255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F96734">
              <w:rPr>
                <w:rFonts w:ascii="Times New Roman" w:hAnsi="Times New Roman"/>
                <w:i/>
                <w:sz w:val="26"/>
                <w:szCs w:val="26"/>
              </w:rPr>
              <w:t>2.8.3</w:t>
            </w:r>
          </w:p>
        </w:tc>
        <w:tc>
          <w:tcPr>
            <w:tcW w:w="54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BC203A" w:rsidRPr="00F96734" w:rsidRDefault="00BC203A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F96734">
              <w:rPr>
                <w:rFonts w:ascii="Times New Roman" w:hAnsi="Times New Roman"/>
                <w:i/>
                <w:iCs/>
                <w:sz w:val="26"/>
                <w:szCs w:val="26"/>
              </w:rPr>
              <w:t>Проведение конкурсов, предметных олимпиад, учебных сборов, семинаров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F96734" w:rsidRDefault="00BC203A" w:rsidP="001452D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F96734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96734" w:rsidRDefault="00BC203A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330</w:t>
            </w:r>
            <w:r w:rsidRPr="00F96734">
              <w:rPr>
                <w:rFonts w:ascii="Times New Roman" w:hAnsi="Times New Roman"/>
                <w:i/>
                <w:sz w:val="26"/>
                <w:szCs w:val="26"/>
              </w:rPr>
              <w:t>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96734" w:rsidRDefault="00BC203A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330</w:t>
            </w:r>
            <w:r w:rsidRPr="00F96734">
              <w:rPr>
                <w:rFonts w:ascii="Times New Roman" w:hAnsi="Times New Roman"/>
                <w:i/>
                <w:sz w:val="26"/>
                <w:szCs w:val="26"/>
              </w:rPr>
              <w:t>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96734" w:rsidRDefault="00BC203A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330</w:t>
            </w:r>
            <w:r w:rsidRPr="00F96734">
              <w:rPr>
                <w:rFonts w:ascii="Times New Roman" w:hAnsi="Times New Roman"/>
                <w:i/>
                <w:sz w:val="26"/>
                <w:szCs w:val="26"/>
              </w:rPr>
              <w:t>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F96734" w:rsidRDefault="00BC203A" w:rsidP="001452D8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203A" w:rsidRPr="00F96734" w:rsidRDefault="00BC203A" w:rsidP="001452D8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F96734" w:rsidRDefault="00BC203A" w:rsidP="001452D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F96734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96734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F96734">
              <w:rPr>
                <w:rFonts w:ascii="Times New Roman" w:hAnsi="Times New Roman"/>
                <w:i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96734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F96734">
              <w:rPr>
                <w:rFonts w:ascii="Times New Roman" w:hAnsi="Times New Roman"/>
                <w:i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96734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F96734">
              <w:rPr>
                <w:rFonts w:ascii="Times New Roman" w:hAnsi="Times New Roman"/>
                <w:i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F96734" w:rsidRDefault="00BC203A" w:rsidP="001452D8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203A" w:rsidRPr="00F96734" w:rsidRDefault="00BC203A" w:rsidP="001452D8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F96734" w:rsidRDefault="00BC203A" w:rsidP="008E0F57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F96734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96734" w:rsidRDefault="00BC203A" w:rsidP="00723CD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330</w:t>
            </w:r>
            <w:r w:rsidRPr="00F96734">
              <w:rPr>
                <w:rFonts w:ascii="Times New Roman" w:hAnsi="Times New Roman"/>
                <w:i/>
                <w:sz w:val="26"/>
                <w:szCs w:val="26"/>
              </w:rPr>
              <w:t>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96734" w:rsidRDefault="00BC203A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330</w:t>
            </w:r>
            <w:r w:rsidRPr="00F96734">
              <w:rPr>
                <w:rFonts w:ascii="Times New Roman" w:hAnsi="Times New Roman"/>
                <w:i/>
                <w:sz w:val="26"/>
                <w:szCs w:val="26"/>
              </w:rPr>
              <w:t>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96734" w:rsidRDefault="00BC203A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330</w:t>
            </w:r>
            <w:r w:rsidRPr="00F96734">
              <w:rPr>
                <w:rFonts w:ascii="Times New Roman" w:hAnsi="Times New Roman"/>
                <w:i/>
                <w:sz w:val="26"/>
                <w:szCs w:val="26"/>
              </w:rPr>
              <w:t>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BC203A" w:rsidRPr="0039278E" w:rsidRDefault="00BC203A" w:rsidP="00552774">
            <w:pPr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Организация  и проведение     городского этапа предметных олимпиад. 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8E0F5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BC203A" w:rsidRPr="0039278E" w:rsidRDefault="00BC203A" w:rsidP="00FA21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Проведение     городского    конкурса </w:t>
            </w:r>
          </w:p>
          <w:p w:rsidR="00BC203A" w:rsidRPr="0039278E" w:rsidRDefault="00BC203A" w:rsidP="00FA21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«Ученик года». </w:t>
            </w:r>
          </w:p>
          <w:p w:rsidR="00BC203A" w:rsidRPr="0039278E" w:rsidRDefault="00BC203A" w:rsidP="00FA21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8E0F5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8E40FE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BC203A" w:rsidRPr="0039278E" w:rsidRDefault="00BC203A" w:rsidP="00552774">
            <w:pPr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Проведение конкурса творческих   работ школьников с использованием информационно-компьютерных технологий. 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8E0F57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:rsidR="00BC203A" w:rsidRPr="0039278E" w:rsidRDefault="00BC203A" w:rsidP="00552774">
            <w:pPr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 Поощрение отличников учёбы  1-11 классов общеобразовательных учреждений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40,00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40,00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40,00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8879A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40,00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40,00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40,00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03A" w:rsidRPr="0039278E" w:rsidRDefault="00BC203A" w:rsidP="00552774">
            <w:pPr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Проведение фестиваля художественного творчества «Веселая радуга». 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03A" w:rsidRPr="0039278E" w:rsidRDefault="00BC203A" w:rsidP="00552774">
            <w:pPr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Организация приема выпускников школ, награжденных золотыми и серебряными медалями «За особые успехи в учении» главой Дальнереченского городского     округа и главой  администрации Дальнереченского городского округа. 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40,00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40,00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40,00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40,00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40,00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40,00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03A" w:rsidRPr="0039278E" w:rsidRDefault="00BC203A" w:rsidP="00552774">
            <w:pPr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Проведение конкурсов сочинений и творческих работ учащихся. 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03A" w:rsidRPr="0039278E" w:rsidRDefault="00BC203A" w:rsidP="00552774">
            <w:pPr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Участие детей в заочных предметных олимпиадах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5,00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5,00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5,00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5,00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5,00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C203A" w:rsidRPr="0039278E" w:rsidRDefault="00BC203A" w:rsidP="000B2A80">
            <w:pPr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Участие детей в региональном этапе Всероссийской олимпиады школьников. </w:t>
            </w: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30,00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30,00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30,00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8879A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30,00</w:t>
            </w: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30,00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30,00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03A" w:rsidRPr="0039278E" w:rsidRDefault="00BC203A" w:rsidP="000B2A80">
            <w:pPr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Участие  детей в краевых, всероссийских, международных конкурсах, семинарах, в т.ч. заочных. 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05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05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05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0B2A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0B2A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0B2A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0B2A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05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05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05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03A" w:rsidRPr="0039278E" w:rsidRDefault="00BC203A" w:rsidP="000B2A80">
            <w:pPr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Проведение «круглого стола» с победителями олимпиад и творческих конкурсов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0B2A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0B2A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0B2A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0B2A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03A" w:rsidRPr="003626F3" w:rsidRDefault="00BC203A" w:rsidP="00552774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3626F3">
              <w:rPr>
                <w:rFonts w:ascii="Times New Roman" w:hAnsi="Times New Roman"/>
                <w:i/>
                <w:sz w:val="26"/>
                <w:szCs w:val="26"/>
              </w:rPr>
              <w:t>2.8.4</w:t>
            </w: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03A" w:rsidRPr="003626F3" w:rsidRDefault="00BC203A" w:rsidP="00552774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3626F3">
              <w:rPr>
                <w:rFonts w:ascii="Times New Roman" w:hAnsi="Times New Roman"/>
                <w:i/>
                <w:sz w:val="26"/>
                <w:szCs w:val="26"/>
              </w:rPr>
              <w:t>Развитие системы подготовки кадров, работающих с одаренными детьми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626F3" w:rsidRDefault="00BC203A" w:rsidP="000B2A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3626F3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626F3" w:rsidRDefault="00BC203A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6"/>
                <w:szCs w:val="26"/>
              </w:rPr>
            </w:pPr>
            <w:r w:rsidRPr="003626F3">
              <w:rPr>
                <w:rFonts w:ascii="Times New Roman" w:hAnsi="Times New Roman"/>
                <w:i/>
                <w:sz w:val="26"/>
                <w:szCs w:val="26"/>
              </w:rPr>
              <w:t>55,00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626F3" w:rsidRDefault="00BC203A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6"/>
                <w:szCs w:val="26"/>
              </w:rPr>
            </w:pPr>
            <w:r w:rsidRPr="003626F3">
              <w:rPr>
                <w:rFonts w:ascii="Times New Roman" w:hAnsi="Times New Roman"/>
                <w:i/>
                <w:sz w:val="26"/>
                <w:szCs w:val="26"/>
              </w:rPr>
              <w:t>55,00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626F3" w:rsidRDefault="00BC203A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6"/>
                <w:szCs w:val="26"/>
              </w:rPr>
            </w:pPr>
            <w:r w:rsidRPr="003626F3">
              <w:rPr>
                <w:rFonts w:ascii="Times New Roman" w:hAnsi="Times New Roman"/>
                <w:i/>
                <w:sz w:val="26"/>
                <w:szCs w:val="26"/>
              </w:rPr>
              <w:t>55,00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626F3" w:rsidRDefault="00BC203A" w:rsidP="001452D8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626F3" w:rsidRDefault="00BC203A" w:rsidP="001452D8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626F3" w:rsidRDefault="00BC203A" w:rsidP="000B2A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3626F3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626F3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3626F3">
              <w:rPr>
                <w:rFonts w:ascii="Times New Roman" w:hAnsi="Times New Roman"/>
                <w:i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626F3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3626F3">
              <w:rPr>
                <w:rFonts w:ascii="Times New Roman" w:hAnsi="Times New Roman"/>
                <w:i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626F3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3626F3">
              <w:rPr>
                <w:rFonts w:ascii="Times New Roman" w:hAnsi="Times New Roman"/>
                <w:i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626F3" w:rsidRDefault="00BC203A" w:rsidP="001452D8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626F3" w:rsidRDefault="00BC203A" w:rsidP="001452D8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626F3" w:rsidRDefault="00BC203A" w:rsidP="000B2A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3626F3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626F3" w:rsidRDefault="00BC203A" w:rsidP="000B2A80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6"/>
                <w:szCs w:val="26"/>
              </w:rPr>
            </w:pPr>
            <w:r w:rsidRPr="003626F3">
              <w:rPr>
                <w:rFonts w:ascii="Times New Roman" w:hAnsi="Times New Roman"/>
                <w:i/>
                <w:sz w:val="26"/>
                <w:szCs w:val="26"/>
              </w:rPr>
              <w:t>55,00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626F3" w:rsidRDefault="00BC203A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6"/>
                <w:szCs w:val="26"/>
              </w:rPr>
            </w:pPr>
            <w:r w:rsidRPr="003626F3">
              <w:rPr>
                <w:rFonts w:ascii="Times New Roman" w:hAnsi="Times New Roman"/>
                <w:i/>
                <w:sz w:val="26"/>
                <w:szCs w:val="26"/>
              </w:rPr>
              <w:t>55,00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626F3" w:rsidRDefault="00BC203A" w:rsidP="00CF57DF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6"/>
                <w:szCs w:val="26"/>
              </w:rPr>
            </w:pPr>
            <w:r w:rsidRPr="003626F3">
              <w:rPr>
                <w:rFonts w:ascii="Times New Roman" w:hAnsi="Times New Roman"/>
                <w:i/>
                <w:sz w:val="26"/>
                <w:szCs w:val="26"/>
              </w:rPr>
              <w:t>55,00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3A" w:rsidRPr="0039278E" w:rsidRDefault="00BC203A" w:rsidP="000B2A80">
            <w:pPr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Поддержка талантливых педагогов реализующих инновационные образовательные методиками  и добившихся особых успехов в подготовке школьников к интеллектуальным соревнованиям                  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50,00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50,00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50,00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50,00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50,00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50,00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3A" w:rsidRPr="0039278E" w:rsidRDefault="00BC203A" w:rsidP="000B2A80">
            <w:pPr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Организация и проведение городских семинаров, мастер-классов по обмену опытом работы с одаренными детьми 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03A" w:rsidRPr="00357B0D" w:rsidRDefault="00BC203A" w:rsidP="004D6E43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2.9</w:t>
            </w:r>
            <w:r w:rsidRPr="00357B0D">
              <w:rPr>
                <w:rFonts w:ascii="Times New Roman" w:hAnsi="Times New Roman"/>
                <w:b/>
                <w:sz w:val="26"/>
                <w:szCs w:val="26"/>
              </w:rPr>
              <w:t>.</w:t>
            </w: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03A" w:rsidRPr="00357B0D" w:rsidRDefault="00BC203A" w:rsidP="004D6E43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357B0D">
              <w:rPr>
                <w:rFonts w:ascii="Times New Roman" w:hAnsi="Times New Roman"/>
                <w:b/>
                <w:bCs/>
                <w:sz w:val="26"/>
                <w:szCs w:val="26"/>
              </w:rPr>
              <w:t>Создание условий для осуществления непрерывного образования  учащихся в системе взаимодействия работодателей с учреждениями профессионального и основного общего образования «Школа – Колледж – Вуз – Работодатель» на основе согласования стандартов образовательных целей и программ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6738C8" w:rsidRDefault="00BC203A" w:rsidP="004D6E4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6738C8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6738C8" w:rsidRDefault="00BC203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6738C8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6738C8" w:rsidRDefault="00BC203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6738C8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6738C8" w:rsidRDefault="00BC203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6738C8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6738C8" w:rsidRDefault="00BC203A" w:rsidP="004D6E4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6738C8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6738C8" w:rsidRDefault="00BC203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6738C8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6738C8" w:rsidRDefault="00BC203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6738C8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6738C8" w:rsidRDefault="00BC203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6738C8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6738C8" w:rsidRDefault="00BC203A" w:rsidP="004D6E43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6738C8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6738C8" w:rsidRDefault="00BC203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6738C8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6738C8" w:rsidRDefault="00BC203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6738C8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6738C8" w:rsidRDefault="00BC203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6738C8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03A" w:rsidRPr="00357B0D" w:rsidRDefault="00BC203A" w:rsidP="004D6E4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03A" w:rsidRPr="00357B0D" w:rsidRDefault="00BC203A" w:rsidP="004D6E43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Участие в профессиональной ориентации несовершеннолетних, проведение ярмарок учебных и рабочих мест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03A" w:rsidRPr="00357B0D" w:rsidRDefault="00BC203A" w:rsidP="004D6E4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03A" w:rsidRPr="00357B0D" w:rsidRDefault="00BC203A" w:rsidP="004D6E43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Трудоустройство несовершеннолетних в период летних каникул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4D6E43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2.10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.</w:t>
            </w: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bCs/>
                <w:sz w:val="26"/>
                <w:szCs w:val="26"/>
              </w:rPr>
              <w:t>Обновление технологий воспитания и обучения, связанных с  решением задач социализации учащихся, формирования основ здорового образа жизни и безопасности жизнедеятельности у детей и подростков на основе взаимодействия школы, семей обучающихся,   представителей общественных и иных организаций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86174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620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804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CF57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854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86174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86174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620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804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854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723CD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2.10.1</w:t>
            </w:r>
          </w:p>
        </w:tc>
        <w:tc>
          <w:tcPr>
            <w:tcW w:w="54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9A6EC7" w:rsidRDefault="00BC203A" w:rsidP="00C4465D">
            <w:pPr>
              <w:pStyle w:val="NormalWeb"/>
              <w:ind w:left="-15" w:right="-84"/>
              <w:rPr>
                <w:sz w:val="22"/>
                <w:szCs w:val="22"/>
              </w:rPr>
            </w:pPr>
            <w:r w:rsidRPr="009A6EC7">
              <w:rPr>
                <w:sz w:val="22"/>
                <w:szCs w:val="22"/>
              </w:rPr>
              <w:t>Создание информационного банка данных о детях 6-8 лет, подлежащих обучению в образовательных учреждениях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723CD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723CD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723CD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723CD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723CD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2.10.2</w:t>
            </w:r>
          </w:p>
        </w:tc>
        <w:tc>
          <w:tcPr>
            <w:tcW w:w="54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9A6EC7" w:rsidRDefault="00BC203A" w:rsidP="00723CDD">
            <w:pPr>
              <w:pStyle w:val="NormalWeb"/>
              <w:ind w:left="-15" w:right="-84"/>
              <w:rPr>
                <w:sz w:val="22"/>
                <w:szCs w:val="22"/>
              </w:rPr>
            </w:pPr>
            <w:r w:rsidRPr="009A6EC7">
              <w:rPr>
                <w:sz w:val="22"/>
                <w:szCs w:val="22"/>
              </w:rPr>
              <w:t>Контроль обучения выпускников интернатных учреждений, а также несовершеннолетних, оставшихся без попечения родителей и продолжающих обучение в профессиональных учреждениях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723CD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723CD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723CD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723CD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723CD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2.10.3</w:t>
            </w:r>
          </w:p>
          <w:p w:rsidR="00BC203A" w:rsidRPr="0039278E" w:rsidRDefault="00BC203A" w:rsidP="00723CD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9A6EC7" w:rsidRDefault="00BC203A" w:rsidP="00723CDD">
            <w:pPr>
              <w:pStyle w:val="NormalWeb"/>
              <w:ind w:left="-15" w:right="-84"/>
              <w:rPr>
                <w:sz w:val="22"/>
                <w:szCs w:val="22"/>
              </w:rPr>
            </w:pPr>
            <w:r w:rsidRPr="009A6EC7">
              <w:rPr>
                <w:sz w:val="22"/>
                <w:szCs w:val="22"/>
              </w:rPr>
              <w:t>Контроль обучения несовершеннолетних, не имеющих основного общего образования и продолжающих обучение в ПУ-27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2.10.4</w:t>
            </w:r>
          </w:p>
        </w:tc>
        <w:tc>
          <w:tcPr>
            <w:tcW w:w="54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9A6EC7" w:rsidRDefault="00BC203A" w:rsidP="00723CDD">
            <w:pPr>
              <w:pStyle w:val="NormalWeb"/>
              <w:ind w:left="-15" w:right="-84"/>
              <w:rPr>
                <w:sz w:val="22"/>
                <w:szCs w:val="22"/>
              </w:rPr>
            </w:pPr>
            <w:r w:rsidRPr="009A6EC7">
              <w:rPr>
                <w:sz w:val="22"/>
                <w:szCs w:val="22"/>
              </w:rPr>
              <w:t>Совершенствование работы вечерней сменной школы №7. Контроль обучения несовершеннолетних в данном образовательном учебном заведении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2.10.5</w:t>
            </w:r>
          </w:p>
        </w:tc>
        <w:tc>
          <w:tcPr>
            <w:tcW w:w="54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9A6EC7" w:rsidRDefault="00BC203A" w:rsidP="00723CDD">
            <w:pPr>
              <w:pStyle w:val="NormalWeb"/>
              <w:ind w:left="-15" w:right="-84"/>
              <w:rPr>
                <w:sz w:val="22"/>
                <w:szCs w:val="22"/>
              </w:rPr>
            </w:pPr>
            <w:r w:rsidRPr="009A6EC7">
              <w:rPr>
                <w:sz w:val="22"/>
                <w:szCs w:val="22"/>
              </w:rPr>
              <w:t>Организация работы школьных психологов, классных руководителей по выявления причин и условий, способствующих непосещению несовершеннолетними образовательных учреждений, принятие действенных мер воздействия по устранению выявленных причин и условий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CF3CBC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2.10.6</w:t>
            </w:r>
          </w:p>
        </w:tc>
        <w:tc>
          <w:tcPr>
            <w:tcW w:w="54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CF3CBC" w:rsidRDefault="00BC203A" w:rsidP="00DC39D7">
            <w:pPr>
              <w:pStyle w:val="NormalWeb"/>
              <w:ind w:right="-84"/>
              <w:rPr>
                <w:sz w:val="26"/>
                <w:szCs w:val="26"/>
              </w:rPr>
            </w:pPr>
            <w:r w:rsidRPr="00CF3CBC">
              <w:rPr>
                <w:sz w:val="26"/>
                <w:szCs w:val="26"/>
              </w:rPr>
              <w:t>Организация работы по формированию и поддержке стремлений жителей к позитивным изменениям в образе жизни через обеспечение их достоверными медико-гигиеническими и санитарными знаниями (лектории, кинолектории, лекции, беседы)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C65ECE" w:rsidRDefault="00BC203A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C65ECE" w:rsidRDefault="00BC203A" w:rsidP="00DC39D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C65ECE" w:rsidRDefault="00BC203A" w:rsidP="00DC39D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C65ECE" w:rsidRDefault="00BC203A" w:rsidP="00DC39D7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6C296F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6C296F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C65ECE" w:rsidRDefault="00BC203A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C65ECE" w:rsidRDefault="00BC203A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C65ECE" w:rsidRDefault="00BC203A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C65ECE" w:rsidRDefault="00BC203A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6C296F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6C296F" w:rsidRDefault="00BC203A" w:rsidP="001452D8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C65ECE" w:rsidRDefault="00BC203A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C65ECE" w:rsidRDefault="00BC203A" w:rsidP="001452D8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C65ECE" w:rsidRDefault="00BC203A" w:rsidP="00503B89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C65EC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03A" w:rsidRPr="00C65EC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2.10.7</w:t>
            </w: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03A" w:rsidRPr="00C65ECE" w:rsidRDefault="00BC203A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C65ECE">
              <w:rPr>
                <w:rFonts w:ascii="Times New Roman" w:hAnsi="Times New Roman"/>
                <w:i/>
                <w:iCs/>
                <w:sz w:val="26"/>
                <w:szCs w:val="26"/>
              </w:rPr>
              <w:t>Мероприятия по противодействию распространения наркотиков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943DA1" w:rsidRDefault="00BC203A" w:rsidP="002E437D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6"/>
                <w:szCs w:val="26"/>
              </w:rPr>
            </w:pPr>
            <w:r w:rsidRPr="00943DA1">
              <w:rPr>
                <w:rFonts w:ascii="Times New Roman" w:hAnsi="Times New Roman"/>
                <w:b/>
                <w:i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943DA1" w:rsidRDefault="00BC203A" w:rsidP="00FA3796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943DA1">
              <w:rPr>
                <w:rFonts w:ascii="Times New Roman" w:hAnsi="Times New Roman"/>
                <w:b/>
                <w:i/>
                <w:sz w:val="26"/>
                <w:szCs w:val="26"/>
              </w:rPr>
              <w:t>550,00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943DA1" w:rsidRDefault="00BC203A" w:rsidP="00FA3796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943DA1">
              <w:rPr>
                <w:rFonts w:ascii="Times New Roman" w:hAnsi="Times New Roman"/>
                <w:b/>
                <w:i/>
                <w:sz w:val="26"/>
                <w:szCs w:val="26"/>
              </w:rPr>
              <w:t>600,00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943DA1" w:rsidRDefault="00BC203A" w:rsidP="00FA3796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943DA1">
              <w:rPr>
                <w:rFonts w:ascii="Times New Roman" w:hAnsi="Times New Roman"/>
                <w:b/>
                <w:i/>
                <w:sz w:val="26"/>
                <w:szCs w:val="26"/>
              </w:rPr>
              <w:t>650,00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FA3796" w:rsidRDefault="00BC203A" w:rsidP="002E437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FA3796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A3796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FA3796">
              <w:rPr>
                <w:rFonts w:ascii="Times New Roman" w:hAnsi="Times New Roman"/>
                <w:i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A3796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FA3796">
              <w:rPr>
                <w:rFonts w:ascii="Times New Roman" w:hAnsi="Times New Roman"/>
                <w:i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A3796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FA3796">
              <w:rPr>
                <w:rFonts w:ascii="Times New Roman" w:hAnsi="Times New Roman"/>
                <w:i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FA3796" w:rsidRDefault="00BC203A" w:rsidP="002E437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FA3796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A3796" w:rsidRDefault="00BC203A" w:rsidP="00723CD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55</w:t>
            </w:r>
            <w:r w:rsidRPr="00FA3796">
              <w:rPr>
                <w:rFonts w:ascii="Times New Roman" w:hAnsi="Times New Roman"/>
                <w:i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A3796" w:rsidRDefault="00BC203A" w:rsidP="00723CD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600</w:t>
            </w:r>
            <w:r w:rsidRPr="00FA3796">
              <w:rPr>
                <w:rFonts w:ascii="Times New Roman" w:hAnsi="Times New Roman"/>
                <w:i/>
                <w:sz w:val="26"/>
                <w:szCs w:val="26"/>
              </w:rPr>
              <w:t>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A3796" w:rsidRDefault="00BC203A" w:rsidP="00723CD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650</w:t>
            </w:r>
            <w:r w:rsidRPr="00FA3796">
              <w:rPr>
                <w:rFonts w:ascii="Times New Roman" w:hAnsi="Times New Roman"/>
                <w:i/>
                <w:sz w:val="26"/>
                <w:szCs w:val="26"/>
              </w:rPr>
              <w:t>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203A" w:rsidRPr="0039278E" w:rsidRDefault="00BC203A" w:rsidP="0033294E">
            <w:pPr>
              <w:pStyle w:val="NormalWeb"/>
              <w:snapToGrid w:val="0"/>
              <w:spacing w:before="0" w:after="0"/>
              <w:ind w:left="33" w:right="85"/>
              <w:jc w:val="both"/>
              <w:rPr>
                <w:sz w:val="26"/>
                <w:szCs w:val="26"/>
              </w:rPr>
            </w:pPr>
            <w:r w:rsidRPr="0039278E">
              <w:rPr>
                <w:sz w:val="26"/>
                <w:szCs w:val="26"/>
              </w:rPr>
              <w:t xml:space="preserve">Организация   отдыха  подростков и молодежи в каникулярный период (организация профильных лагерей дневного пребывания для подростков).  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C65ECE" w:rsidRDefault="00BC203A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Default="00BC203A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Default="00BC203A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Default="00BC203A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C65ECE" w:rsidRDefault="00BC203A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C65ECE" w:rsidRDefault="00BC203A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Default="00BC203A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Default="00BC203A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Default="00BC203A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203A" w:rsidRPr="00C65ECE" w:rsidRDefault="00BC203A" w:rsidP="00FA3796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C65ECE">
              <w:rPr>
                <w:rFonts w:ascii="Times New Roman" w:hAnsi="Times New Roman"/>
                <w:sz w:val="26"/>
                <w:szCs w:val="26"/>
              </w:rPr>
              <w:t xml:space="preserve">Проведение молодежных акций по пропаганде здорового образа жизни.   Приобретение методической литературы, видеофильмов, изготовление брошюр, памяток, листовок, календарей и др.    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C65ECE" w:rsidRDefault="00BC203A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Default="00BC203A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Default="00BC203A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Default="00BC203A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C65ECE" w:rsidRDefault="00BC203A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C65ECE" w:rsidRDefault="00BC203A" w:rsidP="00FA379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Default="00BC203A" w:rsidP="00723CDD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Default="00BC203A" w:rsidP="00723CDD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Default="00BC203A" w:rsidP="00723CDD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2E437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Организация семинаров   по подготовке волонтеров и консультантов по профилактике вредных привычек среди детей, подростков и  молодежи по принципу «Молодой - молодому». Организация обучающих семинаров, тренингов для молодежи по профилактике наркомании  с участием краевых и городских специалистов.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2E437D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75,00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2E437D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80,00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2E437D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80,00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474D8B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75,00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80,00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80,00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2E437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Приобретение тест-систем  для определения в крови наркотикосодержащих веществ в рамках операции «Мак» и «Барьер»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2E437D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2E437D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2E437D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2E437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203A" w:rsidRPr="00C65ECE" w:rsidRDefault="00BC203A" w:rsidP="0033294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sz w:val="26"/>
                <w:szCs w:val="26"/>
              </w:rPr>
              <w:t xml:space="preserve">Проведение конкурсов и фестивалей,   направленных на формирование у молодежи здорового образа жизни.      Участие в краевых, региональных, всероссийских, международных конкурсах и  фестивалях.    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C65ECE" w:rsidRDefault="00BC203A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sz w:val="26"/>
                <w:szCs w:val="26"/>
              </w:rPr>
              <w:t>200,00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C65ECE" w:rsidRDefault="00BC203A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sz w:val="26"/>
                <w:szCs w:val="26"/>
              </w:rPr>
              <w:t>215,00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C65ECE" w:rsidRDefault="00BC203A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230</w:t>
            </w:r>
            <w:r w:rsidRPr="00C65EC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C65ECE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C65ECE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C65ECE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C65ECE" w:rsidRDefault="00BC203A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sz w:val="26"/>
                <w:szCs w:val="26"/>
              </w:rPr>
              <w:t>200,00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C65ECE" w:rsidRDefault="00BC203A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sz w:val="26"/>
                <w:szCs w:val="26"/>
              </w:rPr>
              <w:t>215,00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C65ECE" w:rsidRDefault="00BC203A" w:rsidP="0033294E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30</w:t>
            </w:r>
            <w:r w:rsidRPr="00C65ECE">
              <w:rPr>
                <w:rFonts w:ascii="Times New Roman" w:hAnsi="Times New Roman"/>
                <w:sz w:val="26"/>
                <w:szCs w:val="26"/>
              </w:rPr>
              <w:t>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203A" w:rsidRPr="0039278E" w:rsidRDefault="00BC203A" w:rsidP="0033294E">
            <w:pPr>
              <w:pStyle w:val="NormalWeb"/>
              <w:snapToGrid w:val="0"/>
              <w:spacing w:before="0" w:after="0"/>
              <w:ind w:left="33" w:right="85"/>
              <w:jc w:val="both"/>
              <w:rPr>
                <w:sz w:val="26"/>
                <w:szCs w:val="26"/>
              </w:rPr>
            </w:pPr>
            <w:r w:rsidRPr="0039278E">
              <w:rPr>
                <w:sz w:val="26"/>
                <w:szCs w:val="26"/>
              </w:rPr>
              <w:t>Содействие в организации временного трудоустройства молодежи в летний период. Организация деятельности  Молодежной биржи труда по мониторингу рабочих мест на предприятиях и в организациях  города. Привлечение молодежи к участию в общественных работах. Проведение профориентационных мероприятий для молодежи.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50,00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60,00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60,00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50,00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60,00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60,00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203A" w:rsidRPr="00386101" w:rsidRDefault="00BC203A" w:rsidP="00723CD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86101">
              <w:rPr>
                <w:rFonts w:ascii="Times New Roman" w:hAnsi="Times New Roman"/>
                <w:sz w:val="26"/>
                <w:szCs w:val="26"/>
              </w:rPr>
              <w:t>Оказание содействия в организации  деятельности  молодежных и детских общественных объединений, организаций и клубов, реализации молодежных инициатив, проектов, организации участия молодежных общественных объединений   в фестивалях и конкурсах краевого, межрегионального и федерального уровней. Организация  семинаров для молодежных лидеров. Проведение конкурса на соискание грантов главы администрации Дальнереченского  городского округа для поддержки социально значимых молодежных проектов, в том числе по профилактике наркомании, алкоголизма, табакокурения, негативных явлений в молодежной среде.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86101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86101">
              <w:rPr>
                <w:rFonts w:ascii="Times New Roman" w:hAnsi="Times New Roman"/>
                <w:sz w:val="26"/>
                <w:szCs w:val="26"/>
              </w:rPr>
              <w:t>90,00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86101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86101">
              <w:rPr>
                <w:rFonts w:ascii="Times New Roman" w:hAnsi="Times New Roman"/>
                <w:sz w:val="26"/>
                <w:szCs w:val="26"/>
              </w:rPr>
              <w:t>100,00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86101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86101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Pr="00386101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86101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86101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86101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86101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86101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86101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86101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86101">
              <w:rPr>
                <w:rFonts w:ascii="Times New Roman" w:hAnsi="Times New Roman"/>
                <w:sz w:val="26"/>
                <w:szCs w:val="26"/>
              </w:rPr>
              <w:t>90,00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86101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86101">
              <w:rPr>
                <w:rFonts w:ascii="Times New Roman" w:hAnsi="Times New Roman"/>
                <w:sz w:val="26"/>
                <w:szCs w:val="26"/>
              </w:rPr>
              <w:t>100,00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86101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  <w:r w:rsidRPr="00386101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C65ECE" w:rsidRDefault="00BC203A" w:rsidP="0033294E">
            <w:pPr>
              <w:pStyle w:val="NormalWeb"/>
              <w:ind w:left="-15" w:right="-84"/>
              <w:rPr>
                <w:sz w:val="26"/>
                <w:szCs w:val="26"/>
              </w:rPr>
            </w:pPr>
            <w:r w:rsidRPr="00C65ECE">
              <w:rPr>
                <w:sz w:val="26"/>
                <w:szCs w:val="26"/>
              </w:rPr>
              <w:t>Поддержка талантливой, творческой и активной молодежи округа,   проявившей себя в мероприятиях     в рамках реализации национального проекта «Образование».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C65ECE" w:rsidRDefault="00BC203A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C65ECE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sz w:val="26"/>
                <w:szCs w:val="26"/>
              </w:rPr>
              <w:t>50,00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C65ECE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sz w:val="26"/>
                <w:szCs w:val="26"/>
              </w:rPr>
              <w:t>60,00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C65ECE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Pr="00C65EC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C65ECE" w:rsidRDefault="00BC203A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C65ECE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C65ECE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C65ECE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C65ECE" w:rsidRDefault="00BC203A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C65ECE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sz w:val="26"/>
                <w:szCs w:val="26"/>
              </w:rPr>
              <w:t>50,00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C65ECE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sz w:val="26"/>
                <w:szCs w:val="26"/>
              </w:rPr>
              <w:t>60,00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C65ECE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Pr="00C65ECE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203A" w:rsidRPr="00DC39D7" w:rsidRDefault="00BC203A" w:rsidP="00DC39D7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C39D7">
              <w:rPr>
                <w:rFonts w:ascii="Times New Roman" w:hAnsi="Times New Roman"/>
                <w:sz w:val="26"/>
                <w:szCs w:val="26"/>
              </w:rPr>
              <w:t>Создание системы информационного обеспечения молодежи (выпуск тематических материалов и страниц в печатных СМИ и на Интернет-сайте администрации Дальнереченского городского округа. Организация  конкурса молодежных средств массовой информации. Организация работы       «Телефона доверия» для подростков и их родителей)  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C65ECE" w:rsidRDefault="00BC203A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86101" w:rsidRDefault="00BC203A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86101" w:rsidRDefault="00BC203A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86101" w:rsidRDefault="00BC203A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C65ECE" w:rsidRDefault="00BC203A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C65ECE" w:rsidRDefault="00BC203A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C65ECE" w:rsidRDefault="00BC203A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C65ECE" w:rsidRDefault="00BC203A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C65ECE" w:rsidRDefault="00BC203A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86101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86101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86101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203A" w:rsidRPr="00DC39D7" w:rsidRDefault="00BC203A" w:rsidP="00DC39D7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DC39D7">
              <w:rPr>
                <w:sz w:val="26"/>
                <w:szCs w:val="26"/>
              </w:rPr>
              <w:t>Сотрудничество со СМИ в рамках пропаганды здорового образа жизни и борьбы с наркоманией и другими социально опасными заболеваниями. Проведение конкурса среди журналистов на лучшее освещение проблемы наркомании, алкоголизма, табакокурения, негативных явлений в молодежной среде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C65ECE" w:rsidRDefault="00BC203A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86101" w:rsidRDefault="00BC203A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86101" w:rsidRDefault="00BC203A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86101" w:rsidRDefault="00BC203A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C65ECE" w:rsidRDefault="00BC203A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C65ECE" w:rsidRDefault="00BC203A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C65ECE" w:rsidRDefault="00BC203A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C65ECE" w:rsidRDefault="00BC203A" w:rsidP="00DC39D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C65ECE" w:rsidRDefault="00BC203A" w:rsidP="00DC39D7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86101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86101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86101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03A" w:rsidRPr="00C65EC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2.10.8</w:t>
            </w: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03A" w:rsidRPr="00C65ECE" w:rsidRDefault="00BC203A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C65ECE"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Мероприятия по профилактике правонарушений и борьбе с преступностью 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943DA1" w:rsidRDefault="00BC203A" w:rsidP="002E437D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6"/>
                <w:szCs w:val="26"/>
              </w:rPr>
            </w:pPr>
            <w:r w:rsidRPr="00943DA1">
              <w:rPr>
                <w:rFonts w:ascii="Times New Roman" w:hAnsi="Times New Roman"/>
                <w:b/>
                <w:i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943DA1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943DA1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36,00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943DA1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943DA1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92,00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943DA1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943DA1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92,00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C65ECE" w:rsidRDefault="00BC203A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C65ECE" w:rsidRDefault="00BC203A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7D364C" w:rsidRDefault="00BC203A" w:rsidP="002E437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7D364C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7D364C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7D364C">
              <w:rPr>
                <w:rFonts w:ascii="Times New Roman" w:hAnsi="Times New Roman"/>
                <w:i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7D364C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7D364C">
              <w:rPr>
                <w:rFonts w:ascii="Times New Roman" w:hAnsi="Times New Roman"/>
                <w:i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7D364C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7D364C">
              <w:rPr>
                <w:rFonts w:ascii="Times New Roman" w:hAnsi="Times New Roman"/>
                <w:i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C65ECE" w:rsidRDefault="00BC203A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C65ECE" w:rsidRDefault="00BC203A" w:rsidP="002E43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7D364C" w:rsidRDefault="00BC203A" w:rsidP="002E437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7D364C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7D364C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7D364C">
              <w:rPr>
                <w:rFonts w:ascii="Times New Roman" w:hAnsi="Times New Roman"/>
                <w:i/>
                <w:sz w:val="26"/>
                <w:szCs w:val="26"/>
              </w:rPr>
              <w:t xml:space="preserve">36,00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7D364C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7D364C">
              <w:rPr>
                <w:rFonts w:ascii="Times New Roman" w:hAnsi="Times New Roman"/>
                <w:i/>
                <w:sz w:val="26"/>
                <w:szCs w:val="26"/>
              </w:rPr>
              <w:t xml:space="preserve">92,00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7D364C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7D364C">
              <w:rPr>
                <w:rFonts w:ascii="Times New Roman" w:hAnsi="Times New Roman"/>
                <w:i/>
                <w:sz w:val="26"/>
                <w:szCs w:val="26"/>
              </w:rPr>
              <w:t xml:space="preserve">92,00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Организация рейдов по проверке условий проживания семей, находящихся в социально опасном или трудном положении (расходы на бензин)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20,00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25,00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25,00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20,00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25,00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25,00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0F003E" w:rsidRDefault="00BC203A" w:rsidP="00723CDD">
            <w:pPr>
              <w:pStyle w:val="NormalWeb"/>
              <w:ind w:right="-84"/>
              <w:rPr>
                <w:sz w:val="26"/>
                <w:szCs w:val="26"/>
              </w:rPr>
            </w:pPr>
            <w:r w:rsidRPr="000F003E">
              <w:rPr>
                <w:sz w:val="26"/>
                <w:szCs w:val="26"/>
              </w:rPr>
              <w:t>Постановка на учёт неблагополучных семей, принятие мер правого, социального, медицинского, психологического воздействия с целью устранения негативного влияния семьи на подростка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0F003E" w:rsidRDefault="00BC203A" w:rsidP="00723CDD">
            <w:pPr>
              <w:pStyle w:val="NormalWeb"/>
              <w:ind w:right="-84"/>
              <w:rPr>
                <w:sz w:val="26"/>
                <w:szCs w:val="26"/>
              </w:rPr>
            </w:pPr>
            <w:r w:rsidRPr="000F003E">
              <w:rPr>
                <w:sz w:val="26"/>
                <w:szCs w:val="26"/>
              </w:rPr>
              <w:t>Организация в образовательных учреждениях общедоступных спортивных секций, кружков, клубов и привлечение к участию в них несовершеннолетних, склонных к совершению правонарушений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pStyle w:val="NormalWeb"/>
              <w:ind w:right="-84"/>
              <w:rPr>
                <w:sz w:val="26"/>
                <w:szCs w:val="26"/>
              </w:rPr>
            </w:pPr>
            <w:r w:rsidRPr="0039278E">
              <w:rPr>
                <w:sz w:val="26"/>
                <w:szCs w:val="26"/>
              </w:rPr>
              <w:t>Вовлечение несовершеннолетних, входящих в «группу риска», к занятиям в спортивных, художественных, технических кружках и секциях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Проведение семинаров, совещаний с заместителями директоров по воспитательной работе, педагогами дополнительного образования, социальными педагогами по вопросам совершенствования работы с детьми и подростками «группы риска»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6,00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7,00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7,00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6,00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7,00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7,00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Оказание методической помощи образовательным учреждения по вопросам профилактики правонарушений, пропаганды правовых знаний, противодействия экстремизму и терроризму (приобретение литературы, изготовление листовок, флаеров, памяток, аудио и видео продукции и т.д.)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 xml:space="preserve">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60,00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60,00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 xml:space="preserve">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60,00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60,00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3A" w:rsidRPr="00C65EC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2.10.9</w:t>
            </w: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3A" w:rsidRPr="00C65ECE" w:rsidRDefault="00BC203A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C65ECE">
              <w:rPr>
                <w:rFonts w:ascii="Times New Roman" w:hAnsi="Times New Roman"/>
                <w:i/>
                <w:iCs/>
                <w:sz w:val="26"/>
                <w:szCs w:val="26"/>
              </w:rPr>
              <w:t>Мероприятия по профилактике экстремизма и терроризма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040EBF" w:rsidRDefault="00BC203A" w:rsidP="000B2A8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6"/>
                <w:szCs w:val="26"/>
              </w:rPr>
            </w:pPr>
            <w:r w:rsidRPr="00040EBF">
              <w:rPr>
                <w:rFonts w:ascii="Times New Roman" w:hAnsi="Times New Roman"/>
                <w:b/>
                <w:i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040EBF" w:rsidRDefault="00BC203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040EBF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34,00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040EBF" w:rsidRDefault="00BC203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040EBF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82,00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040EBF" w:rsidRDefault="00BC203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040EBF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82,00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C65EC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C65EC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7D364C" w:rsidRDefault="00BC203A" w:rsidP="000B2A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7D364C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7D364C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7D364C">
              <w:rPr>
                <w:rFonts w:ascii="Times New Roman" w:hAnsi="Times New Roman"/>
                <w:i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7D364C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7D364C">
              <w:rPr>
                <w:rFonts w:ascii="Times New Roman" w:hAnsi="Times New Roman"/>
                <w:i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7D364C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7D364C">
              <w:rPr>
                <w:rFonts w:ascii="Times New Roman" w:hAnsi="Times New Roman"/>
                <w:i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C65EC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C65EC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7D364C" w:rsidRDefault="00BC203A" w:rsidP="000B2A80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7D364C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7D364C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7D364C">
              <w:rPr>
                <w:rFonts w:ascii="Times New Roman" w:hAnsi="Times New Roman"/>
                <w:i/>
                <w:sz w:val="26"/>
                <w:szCs w:val="26"/>
              </w:rPr>
              <w:t xml:space="preserve">34,00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7D364C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7D364C">
              <w:rPr>
                <w:rFonts w:ascii="Times New Roman" w:hAnsi="Times New Roman"/>
                <w:i/>
                <w:sz w:val="26"/>
                <w:szCs w:val="26"/>
              </w:rPr>
              <w:t xml:space="preserve">82,00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7D364C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7D364C">
              <w:rPr>
                <w:rFonts w:ascii="Times New Roman" w:hAnsi="Times New Roman"/>
                <w:i/>
                <w:sz w:val="26"/>
                <w:szCs w:val="26"/>
              </w:rPr>
              <w:t xml:space="preserve">82,00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0B2A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pStyle w:val="NormalWeb"/>
              <w:ind w:right="-84"/>
              <w:rPr>
                <w:sz w:val="26"/>
                <w:szCs w:val="26"/>
              </w:rPr>
            </w:pPr>
            <w:r w:rsidRPr="0039278E">
              <w:rPr>
                <w:sz w:val="26"/>
                <w:szCs w:val="26"/>
              </w:rPr>
              <w:t xml:space="preserve">Приобретение научно-методических материалов, программ, печатных и электронных учебных пособий, учебных фильмов, в том числе с использованием мультимедийных средств, для общеобразовательных учреждений системы дополнительного образования детей (по вопросам профилактики экстремизма и предупреждения террористических актов) 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22,00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25,00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25,00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0B2A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22,00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25,00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25,00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03A" w:rsidRPr="00010767" w:rsidRDefault="00BC203A" w:rsidP="00723CD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10767">
              <w:rPr>
                <w:rFonts w:ascii="Times New Roman" w:hAnsi="Times New Roman"/>
                <w:sz w:val="26"/>
                <w:szCs w:val="26"/>
              </w:rPr>
              <w:t>Проведение акций «Внимание - экстремизм!», «Терроризму нет!» и т.д. Привлечение информационных и рекламных агентств к проведению профилактических акций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5B295D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5B295D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5B295D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5B295D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5B295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5B295D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5B295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5B295D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5B295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1452D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5B295D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5B295D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5B295D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3A" w:rsidRPr="0039278E" w:rsidRDefault="00BC203A" w:rsidP="00552774">
            <w:pPr>
              <w:pStyle w:val="NormalWeb"/>
              <w:ind w:left="33" w:right="-84"/>
              <w:rPr>
                <w:sz w:val="26"/>
                <w:szCs w:val="26"/>
              </w:rPr>
            </w:pPr>
            <w:r w:rsidRPr="0039278E">
              <w:rPr>
                <w:sz w:val="26"/>
                <w:szCs w:val="26"/>
              </w:rPr>
              <w:t>Проведение тематических бесед в коллек</w:t>
            </w:r>
            <w:r w:rsidRPr="0039278E">
              <w:rPr>
                <w:sz w:val="26"/>
                <w:szCs w:val="26"/>
              </w:rPr>
              <w:softHyphen/>
              <w:t>тивах учащихся государственных образова</w:t>
            </w:r>
            <w:r w:rsidRPr="0039278E">
              <w:rPr>
                <w:sz w:val="26"/>
                <w:szCs w:val="26"/>
              </w:rPr>
              <w:softHyphen/>
              <w:t>тельных учреждений по действиям населения при возникновении террористических угроз и ЧС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A87DD3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87DD3">
              <w:rPr>
                <w:rFonts w:ascii="Times New Roman" w:hAnsi="Times New Roman"/>
                <w:sz w:val="26"/>
                <w:szCs w:val="26"/>
              </w:rPr>
              <w:t>Организация в учебных заведениях профилактической работы, направленной на недопущение вовлечения детей и подростков в незаконную деятельность религиозных сект и экстремистских организаций. Распространение идей межнациональной терпимости, дружбы, добрососедства, взаимного уважения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A87DD3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A87DD3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A87DD3" w:rsidRDefault="00BC203A" w:rsidP="00723CDD">
            <w:pPr>
              <w:pStyle w:val="NormalWeb"/>
              <w:ind w:right="-84"/>
              <w:rPr>
                <w:sz w:val="26"/>
                <w:szCs w:val="26"/>
              </w:rPr>
            </w:pPr>
            <w:r w:rsidRPr="00A87DD3">
              <w:rPr>
                <w:sz w:val="26"/>
                <w:szCs w:val="26"/>
              </w:rPr>
              <w:t>Проведение комплекса мероприятий по выявлению и пресечению изготовления и распространения литературы, аудио- и видеоматериалов, экстремистского толка, пропагандирующих разжигание национальной, расовой и религиозной вражды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A87DD3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A87DD3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03A" w:rsidRPr="00A87DD3" w:rsidRDefault="00BC203A" w:rsidP="00723CDD">
            <w:pPr>
              <w:pStyle w:val="NormalWeb"/>
              <w:ind w:right="-84"/>
              <w:rPr>
                <w:sz w:val="26"/>
                <w:szCs w:val="26"/>
              </w:rPr>
            </w:pPr>
            <w:r w:rsidRPr="00A87DD3">
              <w:rPr>
                <w:sz w:val="26"/>
                <w:szCs w:val="26"/>
              </w:rPr>
              <w:t xml:space="preserve">Комплексные проверки потенциально опасных объектов на предмет профилактики и предупреждения террористических актов и техногенных аварий на них               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A87DD3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A87DD3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A87DD3" w:rsidRDefault="00BC203A" w:rsidP="00723CDD">
            <w:pPr>
              <w:pStyle w:val="NormalWeb"/>
              <w:ind w:right="-84"/>
              <w:rPr>
                <w:sz w:val="26"/>
                <w:szCs w:val="26"/>
              </w:rPr>
            </w:pPr>
            <w:r w:rsidRPr="00A87DD3">
              <w:rPr>
                <w:sz w:val="26"/>
                <w:szCs w:val="26"/>
              </w:rPr>
              <w:t xml:space="preserve">Организация работы образовательных учреждений по утверждению в сознании молодых людей идеи личной и коллективной обязанности уважать права человека, формированию нетерпимости к любым проявлениям экстремизма 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A87DD3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A87DD3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A87DD3" w:rsidRDefault="00BC203A" w:rsidP="00890DE5">
            <w:pPr>
              <w:pStyle w:val="NormalWeb"/>
              <w:ind w:right="-84"/>
              <w:rPr>
                <w:sz w:val="26"/>
                <w:szCs w:val="26"/>
              </w:rPr>
            </w:pPr>
            <w:r w:rsidRPr="00A87DD3">
              <w:rPr>
                <w:sz w:val="26"/>
                <w:szCs w:val="26"/>
              </w:rPr>
              <w:t>Осуществление еженедельных обходов территории на предмет выявления и ликвида</w:t>
            </w:r>
            <w:r w:rsidRPr="00A87DD3">
              <w:rPr>
                <w:sz w:val="26"/>
                <w:szCs w:val="26"/>
              </w:rPr>
              <w:softHyphen/>
              <w:t>ции последствий экстремистской деятельности, которые проявляются в виде нанесения на архитектурные сооружения символов и знаков экстремистской направленности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723CD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8832D6" w:rsidRDefault="00BC203A" w:rsidP="00307880">
            <w:pPr>
              <w:pStyle w:val="NormalWeb"/>
              <w:ind w:right="-84"/>
              <w:rPr>
                <w:sz w:val="26"/>
                <w:szCs w:val="26"/>
              </w:rPr>
            </w:pPr>
            <w:r w:rsidRPr="008832D6">
              <w:rPr>
                <w:sz w:val="26"/>
                <w:szCs w:val="26"/>
              </w:rPr>
              <w:t>Приобретение плакатов по антитеррористической тематике и профилактике экстремизма для детских образовательных учреждений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C65ECE" w:rsidRDefault="00BC203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C65ECE" w:rsidRDefault="00BC203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C65ECE" w:rsidRDefault="00BC203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03A" w:rsidRPr="008832D6" w:rsidRDefault="00BC203A" w:rsidP="00307880">
            <w:pPr>
              <w:pStyle w:val="NormalWeb"/>
              <w:ind w:left="-23" w:right="-84"/>
              <w:rPr>
                <w:sz w:val="26"/>
                <w:szCs w:val="26"/>
              </w:rPr>
            </w:pPr>
            <w:r w:rsidRPr="008832D6">
              <w:rPr>
                <w:sz w:val="26"/>
                <w:szCs w:val="26"/>
              </w:rPr>
              <w:t>Создание на базе библиотеки информационного центра по проблемам профилактики терроризма и экстремизма. Изготовление информационно-пропагандистских материалов профилактического характера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C65ECE" w:rsidRDefault="00BC203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C65ECE" w:rsidRDefault="00BC203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C65ECE" w:rsidRDefault="00BC203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8832D6" w:rsidRDefault="00BC203A" w:rsidP="00307880">
            <w:pPr>
              <w:pStyle w:val="NormalWeb"/>
              <w:ind w:left="-76" w:right="-84"/>
              <w:rPr>
                <w:sz w:val="26"/>
                <w:szCs w:val="26"/>
              </w:rPr>
            </w:pPr>
            <w:r w:rsidRPr="008832D6">
              <w:rPr>
                <w:sz w:val="26"/>
                <w:szCs w:val="26"/>
              </w:rPr>
              <w:t xml:space="preserve">Изготовление печатных памяток по тематике противодействия экстремизму и терроризму 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C65ECE" w:rsidRDefault="00BC203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C65ECE" w:rsidRDefault="00BC203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C65ECE" w:rsidRDefault="00BC203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203A" w:rsidRPr="00EE7796" w:rsidRDefault="00BC203A" w:rsidP="00A4377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EE7796">
              <w:rPr>
                <w:rFonts w:ascii="Times New Roman" w:hAnsi="Times New Roman"/>
                <w:b/>
                <w:sz w:val="26"/>
                <w:szCs w:val="26"/>
              </w:rPr>
              <w:t>2.11.</w:t>
            </w: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3A" w:rsidRPr="00EE7796" w:rsidRDefault="00BC203A" w:rsidP="00A4377D">
            <w:pPr>
              <w:spacing w:after="0" w:line="240" w:lineRule="auto"/>
              <w:rPr>
                <w:rFonts w:ascii="Times New Roman" w:hAnsi="Times New Roman"/>
                <w:b/>
                <w:iCs/>
                <w:sz w:val="26"/>
                <w:szCs w:val="26"/>
              </w:rPr>
            </w:pPr>
            <w:r w:rsidRPr="00EE7796">
              <w:rPr>
                <w:rFonts w:ascii="Times New Roman" w:hAnsi="Times New Roman"/>
                <w:b/>
                <w:iCs/>
                <w:sz w:val="26"/>
                <w:szCs w:val="26"/>
              </w:rPr>
              <w:t>Услуги по дополнительному профессиональному образованию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EE7796" w:rsidRDefault="00BC203A" w:rsidP="00A4377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EE779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EE7796" w:rsidRDefault="00BC203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</w:t>
            </w:r>
            <w:r w:rsidRPr="00EE7796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0</w:t>
            </w:r>
            <w:r w:rsidRPr="00EE7796">
              <w:rPr>
                <w:rFonts w:ascii="Times New Roman" w:hAnsi="Times New Roman"/>
                <w:b/>
                <w:sz w:val="26"/>
                <w:szCs w:val="26"/>
              </w:rPr>
              <w:t>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EE7796" w:rsidRDefault="00BC203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</w:t>
            </w:r>
            <w:r w:rsidRPr="00EE7796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0</w:t>
            </w:r>
            <w:r w:rsidRPr="00EE7796">
              <w:rPr>
                <w:rFonts w:ascii="Times New Roman" w:hAnsi="Times New Roman"/>
                <w:b/>
                <w:sz w:val="26"/>
                <w:szCs w:val="26"/>
              </w:rPr>
              <w:t>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EE7796" w:rsidRDefault="00BC203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</w:t>
            </w:r>
            <w:r w:rsidRPr="00EE7796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0</w:t>
            </w:r>
            <w:r w:rsidRPr="00EE7796">
              <w:rPr>
                <w:rFonts w:ascii="Times New Roman" w:hAnsi="Times New Roman"/>
                <w:b/>
                <w:sz w:val="26"/>
                <w:szCs w:val="26"/>
              </w:rPr>
              <w:t>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C65EC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C65EC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EE7796" w:rsidRDefault="00BC203A" w:rsidP="00A4377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EE779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EE7796" w:rsidRDefault="00BC203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</w:t>
            </w:r>
            <w:r w:rsidRPr="00EE7796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0</w:t>
            </w:r>
            <w:r w:rsidRPr="00EE7796">
              <w:rPr>
                <w:rFonts w:ascii="Times New Roman" w:hAnsi="Times New Roman"/>
                <w:b/>
                <w:sz w:val="26"/>
                <w:szCs w:val="26"/>
              </w:rPr>
              <w:t>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EE7796" w:rsidRDefault="00BC203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</w:t>
            </w:r>
            <w:r w:rsidRPr="00EE7796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0</w:t>
            </w:r>
            <w:r w:rsidRPr="00EE7796">
              <w:rPr>
                <w:rFonts w:ascii="Times New Roman" w:hAnsi="Times New Roman"/>
                <w:b/>
                <w:sz w:val="26"/>
                <w:szCs w:val="26"/>
              </w:rPr>
              <w:t>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EE7796" w:rsidRDefault="00BC203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</w:t>
            </w:r>
            <w:r w:rsidRPr="00EE7796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0</w:t>
            </w:r>
            <w:r w:rsidRPr="00EE7796">
              <w:rPr>
                <w:rFonts w:ascii="Times New Roman" w:hAnsi="Times New Roman"/>
                <w:b/>
                <w:sz w:val="26"/>
                <w:szCs w:val="26"/>
              </w:rPr>
              <w:t>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C65EC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C65EC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EE7796" w:rsidRDefault="00BC203A" w:rsidP="00A4377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EE779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EE7796" w:rsidRDefault="00BC203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EE7796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EE7796" w:rsidRDefault="00BC203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EE7796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EE7796" w:rsidRDefault="00BC203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EE7796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B5682A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3A" w:rsidRPr="00B5682A" w:rsidRDefault="00BC203A" w:rsidP="00A4377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5682A">
              <w:rPr>
                <w:rFonts w:ascii="Times New Roman" w:hAnsi="Times New Roman"/>
                <w:sz w:val="26"/>
                <w:szCs w:val="26"/>
              </w:rPr>
              <w:t>Ежемесячное денежное вознаграждение за классное руководство за счёт средств краевого бюджета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B5682A" w:rsidRDefault="00BC203A" w:rsidP="00A4377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5682A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B5682A" w:rsidRDefault="00BC203A" w:rsidP="00A4377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5682A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B5682A" w:rsidRDefault="00BC203A" w:rsidP="00A4377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568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3A" w:rsidRPr="0039278E" w:rsidRDefault="00BC203A" w:rsidP="00903A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3.</w:t>
            </w: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3A" w:rsidRPr="0039278E" w:rsidRDefault="00BC203A" w:rsidP="00552774">
            <w:pPr>
              <w:widowControl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Подпрограмма «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Развитие системы дополнительного  образования, отдыха, оздоровления и занятости детей и подростков Дальнереченского городского округа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»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17359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32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18060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94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18843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91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1323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1323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1323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16036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32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16737,94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17520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91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3.1.</w:t>
            </w: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3A" w:rsidRPr="0039278E" w:rsidRDefault="00BC203A" w:rsidP="00552774">
            <w:pPr>
              <w:widowControl w:val="0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bCs/>
                <w:sz w:val="26"/>
                <w:szCs w:val="26"/>
              </w:rPr>
              <w:t>Развитие системы учреждений дополнительного образования, направленных на привлечение учащихся, к систематическим занятиям физической культурой и спортом.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C4D49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C4D49">
              <w:rPr>
                <w:rFonts w:ascii="Times New Roman" w:hAnsi="Times New Roman"/>
                <w:b/>
                <w:sz w:val="26"/>
                <w:szCs w:val="26"/>
              </w:rPr>
              <w:t xml:space="preserve">14323,72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C4D49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C4D49">
              <w:rPr>
                <w:rFonts w:ascii="Times New Roman" w:hAnsi="Times New Roman"/>
                <w:b/>
                <w:sz w:val="26"/>
                <w:szCs w:val="26"/>
              </w:rPr>
              <w:t xml:space="preserve">14948,74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C4D49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C4D49">
              <w:rPr>
                <w:rFonts w:ascii="Times New Roman" w:hAnsi="Times New Roman"/>
                <w:b/>
                <w:sz w:val="26"/>
                <w:szCs w:val="26"/>
              </w:rPr>
              <w:t xml:space="preserve">15633,71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C4D49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C4D49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C4D49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C4D49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C4D49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C4D49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C4D49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C4D49">
              <w:rPr>
                <w:rFonts w:ascii="Times New Roman" w:hAnsi="Times New Roman"/>
                <w:b/>
                <w:sz w:val="26"/>
                <w:szCs w:val="26"/>
              </w:rPr>
              <w:t xml:space="preserve">14323,72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C4D49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C4D49">
              <w:rPr>
                <w:rFonts w:ascii="Times New Roman" w:hAnsi="Times New Roman"/>
                <w:b/>
                <w:sz w:val="26"/>
                <w:szCs w:val="26"/>
              </w:rPr>
              <w:t xml:space="preserve">14948,74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C4D49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C4D49">
              <w:rPr>
                <w:rFonts w:ascii="Times New Roman" w:hAnsi="Times New Roman"/>
                <w:b/>
                <w:sz w:val="26"/>
                <w:szCs w:val="26"/>
              </w:rPr>
              <w:t xml:space="preserve">15633,71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3A" w:rsidRPr="0039278E" w:rsidRDefault="00BC203A" w:rsidP="00552774">
            <w:pPr>
              <w:widowControl w:val="0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Субсидии из местного бюджета муниципальным образовательным учреждениям Дальнереченского городского округа на организацию предоставления </w:t>
            </w:r>
            <w:r>
              <w:rPr>
                <w:rFonts w:ascii="Times New Roman" w:hAnsi="Times New Roman"/>
                <w:sz w:val="26"/>
                <w:szCs w:val="26"/>
              </w:rPr>
              <w:t>дополнительного образования детей в сфере физкультуры и спорта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14323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72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14948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74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15633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71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14323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72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14948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74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15633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71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3.2.</w:t>
            </w: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bCs/>
                <w:sz w:val="26"/>
                <w:szCs w:val="26"/>
              </w:rPr>
              <w:t>Совершенствование инновационных форм и методов организации воспитательной работы, содержательного досуга, отдыха и занятости детей и подростков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2235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,60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2262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,20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2310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,20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1323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1323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1323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9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1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2,60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9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39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,20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987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,20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3.2.1</w:t>
            </w: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на организацию и 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1323,00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1323,00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1323,00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1323,00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1323,00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1323,00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3118F0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674FC9" w:rsidRDefault="00BC203A" w:rsidP="00552774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674FC9">
              <w:rPr>
                <w:rFonts w:ascii="Times New Roman" w:hAnsi="Times New Roman"/>
                <w:i/>
                <w:sz w:val="26"/>
                <w:szCs w:val="26"/>
              </w:rPr>
              <w:t>3.2.2</w:t>
            </w:r>
          </w:p>
        </w:tc>
        <w:tc>
          <w:tcPr>
            <w:tcW w:w="54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674FC9" w:rsidRDefault="00BC203A" w:rsidP="00552774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674FC9">
              <w:rPr>
                <w:rFonts w:ascii="Times New Roman" w:hAnsi="Times New Roman"/>
                <w:i/>
                <w:sz w:val="26"/>
                <w:szCs w:val="26"/>
              </w:rPr>
              <w:t>Субсидии на организацию и обеспечение оздоровления, отдыха и занятости детей и подростков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674FC9" w:rsidRDefault="00BC203A" w:rsidP="00E4029C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674FC9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674FC9" w:rsidRDefault="00BC203A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912,60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674FC9" w:rsidRDefault="00BC203A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939,20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674FC9" w:rsidRDefault="00BC203A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987,20</w:t>
            </w:r>
          </w:p>
        </w:tc>
      </w:tr>
      <w:tr w:rsidR="00BC203A" w:rsidRPr="0039278E" w:rsidTr="003118F0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674FC9" w:rsidRDefault="00BC203A" w:rsidP="00552774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674FC9" w:rsidRDefault="00BC203A" w:rsidP="00552774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674FC9" w:rsidRDefault="00BC203A" w:rsidP="00E4029C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674FC9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674FC9" w:rsidRDefault="00BC203A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674FC9">
              <w:rPr>
                <w:rFonts w:ascii="Times New Roman" w:hAnsi="Times New Roman"/>
                <w:i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674FC9" w:rsidRDefault="00BC203A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674FC9">
              <w:rPr>
                <w:rFonts w:ascii="Times New Roman" w:hAnsi="Times New Roman"/>
                <w:i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674FC9" w:rsidRDefault="00BC203A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674FC9">
              <w:rPr>
                <w:rFonts w:ascii="Times New Roman" w:hAnsi="Times New Roman"/>
                <w:i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674FC9" w:rsidRDefault="00BC203A" w:rsidP="00552774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674FC9" w:rsidRDefault="00BC203A" w:rsidP="00552774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674FC9" w:rsidRDefault="00BC203A" w:rsidP="00E4029C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674FC9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674FC9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912,60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674FC9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939,20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674FC9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987,20</w:t>
            </w:r>
          </w:p>
        </w:tc>
      </w:tr>
      <w:tr w:rsidR="00BC203A" w:rsidRPr="0039278E" w:rsidTr="005B283B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203A" w:rsidRPr="0039278E" w:rsidRDefault="00BC203A" w:rsidP="00E4029C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Обеспечение питанием учащихся 1-7 классов в лагерях дневного пребывания, организованных на базе муниципальных общеобразовательных учреждений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E4029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532,60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559,20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587,20  </w:t>
            </w:r>
          </w:p>
        </w:tc>
      </w:tr>
      <w:tr w:rsidR="00BC203A" w:rsidRPr="0039278E" w:rsidTr="00DB5DA1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E4029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E4029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532,60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559,20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E4029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587,20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3A" w:rsidRPr="0039278E" w:rsidRDefault="00BC203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Трудоустройство учащихся (рембригады)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380,00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380,00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400,00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380,00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380,00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400,00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>3.3.</w:t>
            </w: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bCs/>
                <w:sz w:val="26"/>
                <w:szCs w:val="26"/>
              </w:rPr>
              <w:t>Мероприятия, направленные на допризывную подготовку учащейся молодежи Дальнереченского городского округа  к службе в Вооруженных Силах Российской Федерации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100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100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100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100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100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100</w:t>
            </w:r>
            <w:r w:rsidRPr="0039278E">
              <w:rPr>
                <w:rFonts w:ascii="Times New Roman" w:hAnsi="Times New Roman"/>
                <w:b/>
                <w:sz w:val="26"/>
                <w:szCs w:val="26"/>
              </w:rPr>
              <w:t xml:space="preserve">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3A" w:rsidRPr="00C65EC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65ECE">
              <w:rPr>
                <w:rFonts w:ascii="Times New Roman" w:hAnsi="Times New Roman"/>
                <w:sz w:val="26"/>
                <w:szCs w:val="26"/>
              </w:rPr>
              <w:t>3.3.1</w:t>
            </w: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3A" w:rsidRPr="00C65ECE" w:rsidRDefault="00BC203A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C65ECE">
              <w:rPr>
                <w:rFonts w:ascii="Times New Roman" w:hAnsi="Times New Roman"/>
                <w:i/>
                <w:iCs/>
                <w:sz w:val="26"/>
                <w:szCs w:val="26"/>
              </w:rPr>
              <w:t>Организация и проведение культурных, спортивных и физкультурно-оздоровительных мероприятий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54A93" w:rsidRDefault="00BC203A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354A93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54A93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50</w:t>
            </w:r>
            <w:r w:rsidRPr="00354A93">
              <w:rPr>
                <w:rFonts w:ascii="Times New Roman" w:hAnsi="Times New Roman"/>
                <w:i/>
                <w:sz w:val="26"/>
                <w:szCs w:val="26"/>
              </w:rPr>
              <w:t xml:space="preserve">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54A93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354A93">
              <w:rPr>
                <w:rFonts w:ascii="Times New Roman" w:hAnsi="Times New Roman"/>
                <w:i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54A93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354A93">
              <w:rPr>
                <w:rFonts w:ascii="Times New Roman" w:hAnsi="Times New Roman"/>
                <w:i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C65EC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C65EC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54A93" w:rsidRDefault="00BC203A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354A93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54A93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354A93">
              <w:rPr>
                <w:rFonts w:ascii="Times New Roman" w:hAnsi="Times New Roman"/>
                <w:i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54A93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354A93">
              <w:rPr>
                <w:rFonts w:ascii="Times New Roman" w:hAnsi="Times New Roman"/>
                <w:i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54A93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354A93">
              <w:rPr>
                <w:rFonts w:ascii="Times New Roman" w:hAnsi="Times New Roman"/>
                <w:i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C65EC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C65EC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54A93" w:rsidRDefault="00BC203A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354A93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54A93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5</w:t>
            </w:r>
            <w:r w:rsidRPr="00354A93">
              <w:rPr>
                <w:rFonts w:ascii="Times New Roman" w:hAnsi="Times New Roman"/>
                <w:i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54A93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354A93">
              <w:rPr>
                <w:rFonts w:ascii="Times New Roman" w:hAnsi="Times New Roman"/>
                <w:i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54A93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354A93">
              <w:rPr>
                <w:rFonts w:ascii="Times New Roman" w:hAnsi="Times New Roman"/>
                <w:i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Цикл мероприятий в образовательных учреждениях Дальнереченского городского округа, посвященных Дню Победы в Великой Отечественной войне 1941-1945 гг. </w:t>
            </w:r>
          </w:p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(встречи с ветеранами   войны и тружениками тыла,  тематические вечера, концертные программы, мероприятия для школьников)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3A" w:rsidRPr="00307CE0" w:rsidRDefault="00BC203A" w:rsidP="00723CD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7CE0">
              <w:rPr>
                <w:rFonts w:ascii="Times New Roman" w:hAnsi="Times New Roman"/>
                <w:sz w:val="26"/>
                <w:szCs w:val="26"/>
              </w:rPr>
              <w:t>Цикл мероприятий   «Мужество и героизм советских воинов при обороне и разгроме немецких войск под Москвой, Сталинградом, Курско-Орловском сражении, прорыве блокады Ленинграда, штурме Берлина»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Месячник    спортивно-массовой  и   патриотической  работы в образовательных  учреждениях  Дальнереченского городского округа, посвященный  Дню защитника Отечества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3A" w:rsidRPr="0039278E" w:rsidRDefault="00BC203A" w:rsidP="0055277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Цикл мероприятий, посвященных памяти выдающихся земляков, памятным датам и событиям в истории родного города, края, России, развитию краеведческой деятельности 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3A" w:rsidRPr="00354A93" w:rsidRDefault="00BC203A" w:rsidP="00552774">
            <w:pPr>
              <w:spacing w:after="0" w:line="240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354A93">
              <w:rPr>
                <w:rFonts w:ascii="Times New Roman" w:hAnsi="Times New Roman"/>
                <w:i/>
                <w:sz w:val="26"/>
                <w:szCs w:val="26"/>
              </w:rPr>
              <w:t>3.3.2</w:t>
            </w: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3A" w:rsidRPr="00C65ECE" w:rsidRDefault="00BC203A" w:rsidP="00552774">
            <w:pPr>
              <w:spacing w:after="0" w:line="240" w:lineRule="auto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C65ECE">
              <w:rPr>
                <w:rFonts w:ascii="Times New Roman" w:hAnsi="Times New Roman"/>
                <w:i/>
                <w:iCs/>
                <w:sz w:val="26"/>
                <w:szCs w:val="26"/>
              </w:rPr>
              <w:t xml:space="preserve">Проведение конкурсов, учебных сборов, семинаров, круглых столов, научно-практических конференций 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54A93" w:rsidRDefault="00BC203A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354A93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54A93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50</w:t>
            </w:r>
            <w:r w:rsidRPr="00354A93">
              <w:rPr>
                <w:rFonts w:ascii="Times New Roman" w:hAnsi="Times New Roman"/>
                <w:i/>
                <w:sz w:val="26"/>
                <w:szCs w:val="26"/>
              </w:rPr>
              <w:t xml:space="preserve">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54A93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100</w:t>
            </w:r>
            <w:r w:rsidRPr="00354A93">
              <w:rPr>
                <w:rFonts w:ascii="Times New Roman" w:hAnsi="Times New Roman"/>
                <w:i/>
                <w:sz w:val="26"/>
                <w:szCs w:val="26"/>
              </w:rPr>
              <w:t xml:space="preserve">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54A93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100</w:t>
            </w:r>
            <w:r w:rsidRPr="00354A93">
              <w:rPr>
                <w:rFonts w:ascii="Times New Roman" w:hAnsi="Times New Roman"/>
                <w:i/>
                <w:sz w:val="26"/>
                <w:szCs w:val="26"/>
              </w:rPr>
              <w:t xml:space="preserve">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C65EC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C65EC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54A93" w:rsidRDefault="00BC203A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354A93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54A93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354A93">
              <w:rPr>
                <w:rFonts w:ascii="Times New Roman" w:hAnsi="Times New Roman"/>
                <w:i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54A93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354A93">
              <w:rPr>
                <w:rFonts w:ascii="Times New Roman" w:hAnsi="Times New Roman"/>
                <w:i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54A93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 w:rsidRPr="00354A93">
              <w:rPr>
                <w:rFonts w:ascii="Times New Roman" w:hAnsi="Times New Roman"/>
                <w:i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C65EC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C65EC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54A93" w:rsidRDefault="00BC203A" w:rsidP="0055277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354A93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54A93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50</w:t>
            </w:r>
            <w:r w:rsidRPr="00354A93">
              <w:rPr>
                <w:rFonts w:ascii="Times New Roman" w:hAnsi="Times New Roman"/>
                <w:i/>
                <w:sz w:val="26"/>
                <w:szCs w:val="26"/>
              </w:rPr>
              <w:t xml:space="preserve">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54A93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100</w:t>
            </w:r>
            <w:r w:rsidRPr="00354A93">
              <w:rPr>
                <w:rFonts w:ascii="Times New Roman" w:hAnsi="Times New Roman"/>
                <w:i/>
                <w:sz w:val="26"/>
                <w:szCs w:val="26"/>
              </w:rPr>
              <w:t xml:space="preserve">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54A93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100</w:t>
            </w:r>
            <w:r w:rsidRPr="00354A93">
              <w:rPr>
                <w:rFonts w:ascii="Times New Roman" w:hAnsi="Times New Roman"/>
                <w:i/>
                <w:sz w:val="26"/>
                <w:szCs w:val="26"/>
              </w:rPr>
              <w:t xml:space="preserve">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3A" w:rsidRPr="0039278E" w:rsidRDefault="00BC203A" w:rsidP="00552774">
            <w:pPr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Конкурс методических разработок на лучшую организацию работы классных руководителей и учителей-предметников по патриотическому воспитанию учащихся «Наши дети – будущее России», «Ветераны живут рядом», «Я – Гражданин России»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19,00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19,00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 xml:space="preserve">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19,00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19,00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 xml:space="preserve">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3A" w:rsidRPr="0039278E" w:rsidRDefault="00BC203A" w:rsidP="00552774">
            <w:pPr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Конкурс среди учащихся на лучший реферат, сочинение, рассказ, стихотворение по патриотическим тематикам конкурс рисунков на темы: «Сердцу милая родина», «Мой дом и двор», «Моя семья» 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10,00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10,00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10,00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10,00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10,00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10,00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3A" w:rsidRPr="0039278E" w:rsidRDefault="00BC203A" w:rsidP="0055277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Встречи Дальнереченского казачества с учащимися образовательных учреждений Дальнереченского городского округа  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39278E">
              <w:rPr>
                <w:rFonts w:ascii="Times New Roman" w:hAnsi="Times New Roman"/>
                <w:bCs/>
                <w:sz w:val="26"/>
                <w:szCs w:val="26"/>
              </w:rPr>
              <w:t>Проведение учебно-полевых сборов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10,00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10,00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10,00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10,00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10,00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10,00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Городская игра  «Зарница»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5,00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5,00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5,00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5,00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5,00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5,00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03A" w:rsidRPr="008D6459" w:rsidRDefault="00BC203A" w:rsidP="0033294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D6459">
              <w:rPr>
                <w:rFonts w:ascii="Times New Roman" w:hAnsi="Times New Roman"/>
                <w:sz w:val="26"/>
                <w:szCs w:val="26"/>
              </w:rPr>
              <w:t>Проведение городских соревнований учащихся образовательных учреждений «Школа безопасности»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3,00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3,00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3,00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3,00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3,00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3,00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3A" w:rsidRPr="0039278E" w:rsidRDefault="00BC203A" w:rsidP="00552774">
            <w:pPr>
              <w:spacing w:line="120" w:lineRule="atLeast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>Городские соревнования «Безопасное колесо»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3,00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3,00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3,00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3,00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3,00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3,00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3A" w:rsidRPr="00AC1759" w:rsidRDefault="00BC203A" w:rsidP="00723CDD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AC1759">
              <w:rPr>
                <w:rFonts w:ascii="Times New Roman" w:hAnsi="Times New Roman"/>
                <w:bCs/>
                <w:sz w:val="26"/>
                <w:szCs w:val="26"/>
              </w:rPr>
              <w:t>Грантовый конкурс на лучшую организацию работы по патриотическому воспитанию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 xml:space="preserve">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 xml:space="preserve">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 xml:space="preserve">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55277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5527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 xml:space="preserve">,00  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 xml:space="preserve">,00  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723CD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</w:t>
            </w:r>
            <w:r w:rsidRPr="0039278E">
              <w:rPr>
                <w:rFonts w:ascii="Times New Roman" w:hAnsi="Times New Roman"/>
                <w:sz w:val="26"/>
                <w:szCs w:val="26"/>
              </w:rPr>
              <w:t xml:space="preserve">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07880" w:rsidRDefault="00BC203A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307880">
              <w:rPr>
                <w:rFonts w:ascii="Times New Roman" w:hAnsi="Times New Roman"/>
                <w:b/>
                <w:sz w:val="26"/>
                <w:szCs w:val="26"/>
              </w:rPr>
              <w:t>3.4.</w:t>
            </w: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3A" w:rsidRDefault="00BC203A" w:rsidP="0030788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C203A" w:rsidRPr="00307880" w:rsidRDefault="00BC203A" w:rsidP="0030788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07880">
              <w:rPr>
                <w:rFonts w:ascii="Times New Roman" w:hAnsi="Times New Roman"/>
                <w:b/>
                <w:sz w:val="26"/>
                <w:szCs w:val="26"/>
              </w:rPr>
              <w:t>Мероприятия по работе с молодежью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76FC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700,00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76FC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750,00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76FC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800,00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3D65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3D65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76FC" w:rsidRDefault="00BC203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76FC" w:rsidRDefault="00BC203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76FC" w:rsidRDefault="00BC203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3D65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3D65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76FC" w:rsidRDefault="00BC203A" w:rsidP="00172A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700,00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76FC" w:rsidRDefault="00BC203A" w:rsidP="00172A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750,00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F076FC" w:rsidRDefault="00BC203A" w:rsidP="00172A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800,00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D11E32" w:rsidRDefault="00BC203A" w:rsidP="003D653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3A" w:rsidRPr="00B86EFD" w:rsidRDefault="00BC203A" w:rsidP="00307880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bCs/>
                <w:spacing w:val="-1"/>
                <w:sz w:val="26"/>
                <w:szCs w:val="26"/>
              </w:rPr>
              <w:t xml:space="preserve">Поддержка молодежных общественных объединений (Реализация социальных проектов, грантовые конкурсы,  акции) 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B86EFD" w:rsidRDefault="00BC203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80,00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90,00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  <w:r w:rsidRPr="00B86EFD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D11E32" w:rsidRDefault="00BC203A" w:rsidP="003D65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B86EFD" w:rsidRDefault="00BC203A" w:rsidP="003D65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B86EFD" w:rsidRDefault="00BC203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D11E32" w:rsidRDefault="00BC203A" w:rsidP="003D65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B86EFD" w:rsidRDefault="00BC203A" w:rsidP="003D65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B86EFD" w:rsidRDefault="00BC203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80,00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90,00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  <w:r w:rsidRPr="00B86EFD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D11E32" w:rsidRDefault="00BC203A" w:rsidP="003D653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5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3A" w:rsidRPr="00B86EFD" w:rsidRDefault="00BC203A" w:rsidP="00307880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Поддержка волонтёрства и добровольчества (реализация волонтерских проектов, организация городских акций, конкурсов среди волонтерских объединений, слёты, конференции, круглые столы,  изготовление атрибутики  для волонтеров, обслуживающих городские мероприятия  (футболки, бейсболки, значки)</w:t>
            </w: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B86EFD" w:rsidRDefault="00BC203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70,00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80,00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  <w:r w:rsidRPr="00B86EFD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3D65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B86EFD" w:rsidRDefault="00BC203A" w:rsidP="003D65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B86EFD" w:rsidRDefault="00BC203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3D65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B86EFD" w:rsidRDefault="00BC203A" w:rsidP="003D653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B86EFD" w:rsidRDefault="00BC203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70,00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80,00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  <w:r w:rsidRPr="00B86EFD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D11E32" w:rsidRDefault="00BC203A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54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3A" w:rsidRPr="00B86EFD" w:rsidRDefault="00BC203A" w:rsidP="00307880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 xml:space="preserve">Мероприятия по интеграции в жизнь общества молодежи, оказавшейся в трудной жизненной ситуации (городские акции, молодежные мероприятия и проекты  с участием «особой» категории подростков)  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B86EFD" w:rsidRDefault="00BC203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30,00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40,00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B86EFD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B86EFD" w:rsidRDefault="00BC203A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B86EFD" w:rsidRDefault="00BC203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B86EFD" w:rsidRDefault="00BC203A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B86EFD" w:rsidRDefault="00BC203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30,00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40,00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B86EFD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D11E32" w:rsidRDefault="00BC203A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54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3A" w:rsidRPr="00B86EFD" w:rsidRDefault="00BC203A" w:rsidP="00307880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 xml:space="preserve">Содействие трудовой занятости  и деловой активности молодежи (трудоустройство подростков, оказание помощи в отправке студенческих отрядов)   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B86EFD" w:rsidRDefault="00BC203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50,00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60,00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Pr="00B86EFD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B86EFD" w:rsidRDefault="00BC203A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B86EFD" w:rsidRDefault="00BC203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B86EFD" w:rsidRDefault="00BC203A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B86EFD" w:rsidRDefault="00BC203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50,00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60,00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Pr="00B86EFD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D11E32" w:rsidRDefault="00BC203A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54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3A" w:rsidRPr="00B86EFD" w:rsidRDefault="00BC203A" w:rsidP="00307880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Пропаганда семейных ценностей среди молодежи (конкурсы, викторины, фотовыставки…)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B86EFD" w:rsidRDefault="00BC203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B86EFD" w:rsidRDefault="00BC203A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B86EFD" w:rsidRDefault="00BC203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B86EFD" w:rsidRDefault="00BC203A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B86EFD" w:rsidRDefault="00BC203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D11E32" w:rsidRDefault="00BC203A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54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3A" w:rsidRPr="00B86EFD" w:rsidRDefault="00BC203A" w:rsidP="00307880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Мероприятия, посвященные Дню молодежи  (конкурсы, игровые программы, праздничная дискотека)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B86EFD" w:rsidRDefault="00BC203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B86EFD" w:rsidRDefault="00BC203A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B86EFD" w:rsidRDefault="00BC203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B86EFD" w:rsidRDefault="00BC203A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B86EFD" w:rsidRDefault="00BC203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15,00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03A" w:rsidRPr="00C26594" w:rsidRDefault="00BC203A" w:rsidP="0033294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6594">
              <w:rPr>
                <w:rFonts w:ascii="Times New Roman" w:hAnsi="Times New Roman"/>
                <w:sz w:val="26"/>
                <w:szCs w:val="26"/>
              </w:rPr>
              <w:t>Мероприятия  патриотической направленности  (фестивали, конкурсы, круглые столы, акции, смотр музеев, комнат и уголков боевой и трудовой Славы, благотворительные марафоны, вручение паспортов)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B86EFD" w:rsidRDefault="00BC203A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60,00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60,00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B86EFD" w:rsidRDefault="00BC203A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B86EFD" w:rsidRDefault="00BC203A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B86EFD" w:rsidRDefault="00BC203A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B86EFD" w:rsidRDefault="00BC203A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60,00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60,00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33294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03A" w:rsidRPr="007852D9" w:rsidRDefault="00BC203A" w:rsidP="00FE5175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852D9">
              <w:rPr>
                <w:rFonts w:ascii="Times New Roman" w:hAnsi="Times New Roman"/>
                <w:sz w:val="26"/>
                <w:szCs w:val="26"/>
              </w:rPr>
              <w:t>Мероприятия по работе с допризывной  молодежью (день призывника, проводы в Армию, спортивные состязания, акции).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B86EFD" w:rsidRDefault="00BC203A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C91FCD" w:rsidRDefault="00BC203A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C91FCD">
              <w:rPr>
                <w:rFonts w:ascii="Times New Roman" w:hAnsi="Times New Roman"/>
                <w:sz w:val="26"/>
                <w:szCs w:val="26"/>
              </w:rPr>
              <w:t>30,00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C91FCD" w:rsidRDefault="00BC203A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C91FCD">
              <w:rPr>
                <w:rFonts w:ascii="Times New Roman" w:hAnsi="Times New Roman"/>
                <w:sz w:val="26"/>
                <w:szCs w:val="26"/>
              </w:rPr>
              <w:t>30,00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C91FCD" w:rsidRDefault="00BC203A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C91FCD">
              <w:rPr>
                <w:rFonts w:ascii="Times New Roman" w:hAnsi="Times New Roman"/>
                <w:sz w:val="26"/>
                <w:szCs w:val="26"/>
              </w:rPr>
              <w:t>30,00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B86EFD" w:rsidRDefault="00BC203A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B86EFD" w:rsidRDefault="00BC203A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C91FCD" w:rsidRDefault="00BC203A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C91FC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C91FCD" w:rsidRDefault="00BC203A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C91FC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C91FCD" w:rsidRDefault="00BC203A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C91FC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B86EFD" w:rsidRDefault="00BC203A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B86EFD" w:rsidRDefault="00BC203A" w:rsidP="0033294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C91FCD" w:rsidRDefault="00BC203A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C91FCD">
              <w:rPr>
                <w:rFonts w:ascii="Times New Roman" w:hAnsi="Times New Roman"/>
                <w:sz w:val="26"/>
                <w:szCs w:val="26"/>
              </w:rPr>
              <w:t>30,00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C91FCD" w:rsidRDefault="00BC203A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C91FCD">
              <w:rPr>
                <w:rFonts w:ascii="Times New Roman" w:hAnsi="Times New Roman"/>
                <w:sz w:val="26"/>
                <w:szCs w:val="26"/>
              </w:rPr>
              <w:t>30,00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C91FCD" w:rsidRDefault="00BC203A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C91FCD">
              <w:rPr>
                <w:rFonts w:ascii="Times New Roman" w:hAnsi="Times New Roman"/>
                <w:sz w:val="26"/>
                <w:szCs w:val="26"/>
              </w:rPr>
              <w:t>30,00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D11E32" w:rsidRDefault="00BC203A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54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3A" w:rsidRPr="00B86EFD" w:rsidRDefault="00BC203A" w:rsidP="00307880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Поддержка творческой, талантливой молодежи (городские мероприятия для молодежи (форумы, презентации, игры, конкурсы, тематические площадки, фотовыставки,    выставки прикладного творчества)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B86EFD" w:rsidRDefault="00BC203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200,00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200,00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200,00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B86EFD" w:rsidRDefault="00BC203A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B86EFD" w:rsidRDefault="00BC203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B86EFD" w:rsidRDefault="00BC203A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B86EFD" w:rsidRDefault="00BC203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200,00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200,00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200,00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03A" w:rsidRPr="00B86EFD" w:rsidRDefault="00BC203A" w:rsidP="00090677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Участие молодежи в краевых,  всероссийских и международных конкурсах, фестивалях, форумах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B86EFD" w:rsidRDefault="00BC203A" w:rsidP="00090677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150,00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160,00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Pr="00B86EFD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B86EFD" w:rsidRDefault="00BC203A" w:rsidP="00090677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B86EFD" w:rsidRDefault="00BC203A" w:rsidP="00090677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150,00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B86EFD">
              <w:rPr>
                <w:rFonts w:ascii="Times New Roman" w:hAnsi="Times New Roman"/>
                <w:sz w:val="26"/>
                <w:szCs w:val="26"/>
              </w:rPr>
              <w:t>160,00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09067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</w:t>
            </w:r>
            <w:r w:rsidRPr="00B86EFD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D11E32" w:rsidRDefault="00BC203A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11E32">
              <w:rPr>
                <w:rFonts w:ascii="Times New Roman" w:hAnsi="Times New Roman"/>
                <w:b/>
                <w:bCs/>
                <w:sz w:val="26"/>
                <w:szCs w:val="26"/>
              </w:rPr>
              <w:t>4.</w:t>
            </w:r>
          </w:p>
        </w:tc>
        <w:tc>
          <w:tcPr>
            <w:tcW w:w="54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3A" w:rsidRDefault="00BC203A" w:rsidP="00307880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BC203A" w:rsidRPr="00D11E32" w:rsidRDefault="00BC203A" w:rsidP="00307880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11E32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Отдельные  мероприятия 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F076FC" w:rsidRDefault="00BC203A" w:rsidP="0030788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F076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ED5F3A" w:rsidRDefault="00BC203A" w:rsidP="000A7C5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16024</w:t>
            </w:r>
            <w:r w:rsidRPr="00ED5F3A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74</w:t>
            </w:r>
            <w:r w:rsidRPr="00ED5F3A">
              <w:rPr>
                <w:rFonts w:ascii="Times New Roman" w:hAnsi="Times New Roman"/>
                <w:b/>
                <w:sz w:val="26"/>
                <w:szCs w:val="26"/>
              </w:rPr>
              <w:t xml:space="preserve">  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ED5F3A" w:rsidRDefault="00BC203A" w:rsidP="000A7C5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16464</w:t>
            </w:r>
            <w:r w:rsidRPr="00ED5F3A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64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ED5F3A" w:rsidRDefault="00BC203A" w:rsidP="000A7C5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16494</w:t>
            </w:r>
            <w:r w:rsidRPr="00ED5F3A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84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76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39278E" w:rsidRDefault="00BC203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F076FC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B86EFD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B86EFD" w:rsidRDefault="00BC203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 w:rsidRPr="00B86EFD">
              <w:rPr>
                <w:rFonts w:ascii="Times New Roman" w:hAnsi="Times New Roman"/>
                <w:b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076F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ED5F3A" w:rsidRDefault="00BC203A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16024</w:t>
            </w:r>
            <w:r w:rsidRPr="00ED5F3A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74</w:t>
            </w:r>
            <w:r w:rsidRPr="00ED5F3A">
              <w:rPr>
                <w:rFonts w:ascii="Times New Roman" w:hAnsi="Times New Roman"/>
                <w:b/>
                <w:sz w:val="26"/>
                <w:szCs w:val="26"/>
              </w:rPr>
              <w:t xml:space="preserve">  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ED5F3A" w:rsidRDefault="00BC203A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16464</w:t>
            </w:r>
            <w:r w:rsidRPr="00ED5F3A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64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ED5F3A" w:rsidRDefault="00BC203A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16494</w:t>
            </w:r>
            <w:r w:rsidRPr="00ED5F3A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84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D11E32" w:rsidRDefault="00BC203A" w:rsidP="00307880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6"/>
                <w:szCs w:val="26"/>
              </w:rPr>
            </w:pPr>
            <w:r w:rsidRPr="00D11E32">
              <w:rPr>
                <w:rFonts w:ascii="Times New Roman" w:hAnsi="Times New Roman"/>
                <w:bCs/>
                <w:sz w:val="26"/>
                <w:szCs w:val="26"/>
              </w:rPr>
              <w:t>4.1.</w:t>
            </w:r>
          </w:p>
        </w:tc>
        <w:tc>
          <w:tcPr>
            <w:tcW w:w="54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3A" w:rsidRPr="00D11E32" w:rsidRDefault="00BC203A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Обеспечение деятельности (оказание услуг, выполнение работ) централизованной бухгалтерией, руководство и управление в сфере образования</w:t>
            </w: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81243D" w:rsidRDefault="00BC203A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1243D">
              <w:rPr>
                <w:rFonts w:ascii="Times New Roman" w:hAnsi="Times New Roman"/>
                <w:sz w:val="26"/>
                <w:szCs w:val="26"/>
              </w:rPr>
              <w:t xml:space="preserve">16024,74  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81243D" w:rsidRDefault="00BC203A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1243D">
              <w:rPr>
                <w:rFonts w:ascii="Times New Roman" w:hAnsi="Times New Roman"/>
                <w:sz w:val="26"/>
                <w:szCs w:val="26"/>
              </w:rPr>
              <w:t>16464,64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81243D" w:rsidRDefault="00BC203A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1243D">
              <w:rPr>
                <w:rFonts w:ascii="Times New Roman" w:hAnsi="Times New Roman"/>
                <w:sz w:val="26"/>
                <w:szCs w:val="26"/>
              </w:rPr>
              <w:t>16494,84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>краевой бюджет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81243D" w:rsidRDefault="00BC203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1243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81243D" w:rsidRDefault="00BC203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1243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81243D" w:rsidRDefault="00BC203A" w:rsidP="0030788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1243D">
              <w:rPr>
                <w:rFonts w:ascii="Times New Roman" w:hAnsi="Times New Roman"/>
                <w:sz w:val="26"/>
                <w:szCs w:val="26"/>
              </w:rPr>
              <w:t xml:space="preserve">0,00  </w:t>
            </w:r>
          </w:p>
        </w:tc>
      </w:tr>
      <w:tr w:rsidR="00BC203A" w:rsidRPr="0039278E" w:rsidTr="009E6B1A">
        <w:trPr>
          <w:gridAfter w:val="2"/>
          <w:wAfter w:w="2865" w:type="dxa"/>
          <w:trHeight w:val="20"/>
        </w:trPr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4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03A" w:rsidRPr="0039278E" w:rsidRDefault="00BC203A" w:rsidP="0030788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03A" w:rsidRPr="0039278E" w:rsidRDefault="00BC203A" w:rsidP="0030788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9278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местный бюджет 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81243D" w:rsidRDefault="00BC203A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1243D">
              <w:rPr>
                <w:rFonts w:ascii="Times New Roman" w:hAnsi="Times New Roman"/>
                <w:sz w:val="26"/>
                <w:szCs w:val="26"/>
              </w:rPr>
              <w:t xml:space="preserve">16024,74  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81243D" w:rsidRDefault="00BC203A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1243D">
              <w:rPr>
                <w:rFonts w:ascii="Times New Roman" w:hAnsi="Times New Roman"/>
                <w:sz w:val="26"/>
                <w:szCs w:val="26"/>
              </w:rPr>
              <w:t>16464,64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C203A" w:rsidRPr="0081243D" w:rsidRDefault="00BC203A" w:rsidP="00FE517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81243D">
              <w:rPr>
                <w:rFonts w:ascii="Times New Roman" w:hAnsi="Times New Roman"/>
                <w:sz w:val="26"/>
                <w:szCs w:val="26"/>
              </w:rPr>
              <w:t>16494,84</w:t>
            </w:r>
          </w:p>
        </w:tc>
      </w:tr>
    </w:tbl>
    <w:p w:rsidR="00BC203A" w:rsidRDefault="00BC203A" w:rsidP="00D11E3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C203A" w:rsidRDefault="00BC203A" w:rsidP="00903A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278E">
        <w:rPr>
          <w:rFonts w:ascii="Times New Roman" w:hAnsi="Times New Roman"/>
          <w:sz w:val="26"/>
          <w:szCs w:val="26"/>
        </w:rPr>
        <w:t>* Средства уточняются ежегодно при формировании проекта местного бюджета на соответствующий финансовый год и плановый период</w:t>
      </w:r>
    </w:p>
    <w:sectPr w:rsidR="00BC203A" w:rsidSect="0011499D">
      <w:headerReference w:type="default" r:id="rId6"/>
      <w:pgSz w:w="16838" w:h="11906" w:orient="landscape"/>
      <w:pgMar w:top="1191" w:right="851" w:bottom="964" w:left="1134" w:header="709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203A" w:rsidRDefault="00BC203A" w:rsidP="001C325E">
      <w:pPr>
        <w:spacing w:after="0" w:line="240" w:lineRule="auto"/>
      </w:pPr>
      <w:r>
        <w:separator/>
      </w:r>
    </w:p>
  </w:endnote>
  <w:endnote w:type="continuationSeparator" w:id="0">
    <w:p w:rsidR="00BC203A" w:rsidRDefault="00BC203A" w:rsidP="001C3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203A" w:rsidRDefault="00BC203A" w:rsidP="001C325E">
      <w:pPr>
        <w:spacing w:after="0" w:line="240" w:lineRule="auto"/>
      </w:pPr>
      <w:r>
        <w:separator/>
      </w:r>
    </w:p>
  </w:footnote>
  <w:footnote w:type="continuationSeparator" w:id="0">
    <w:p w:rsidR="00BC203A" w:rsidRDefault="00BC203A" w:rsidP="001C3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03A" w:rsidRPr="0012098F" w:rsidRDefault="00BC203A">
    <w:pPr>
      <w:pStyle w:val="Header"/>
      <w:jc w:val="center"/>
      <w:rPr>
        <w:rFonts w:ascii="Times New Roman" w:hAnsi="Times New Roman"/>
      </w:rPr>
    </w:pPr>
    <w:r w:rsidRPr="0012098F">
      <w:rPr>
        <w:rFonts w:ascii="Times New Roman" w:hAnsi="Times New Roman"/>
      </w:rPr>
      <w:fldChar w:fldCharType="begin"/>
    </w:r>
    <w:r w:rsidRPr="0012098F">
      <w:rPr>
        <w:rFonts w:ascii="Times New Roman" w:hAnsi="Times New Roman"/>
      </w:rPr>
      <w:instrText>PAGE   \* MERGEFORMAT</w:instrText>
    </w:r>
    <w:r w:rsidRPr="0012098F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26</w:t>
    </w:r>
    <w:r w:rsidRPr="0012098F">
      <w:rPr>
        <w:rFonts w:ascii="Times New Roman" w:hAnsi="Times New Roman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2E91"/>
    <w:rsid w:val="00002CFF"/>
    <w:rsid w:val="000058CD"/>
    <w:rsid w:val="00010767"/>
    <w:rsid w:val="00010B24"/>
    <w:rsid w:val="00011434"/>
    <w:rsid w:val="00016CD4"/>
    <w:rsid w:val="00021CBC"/>
    <w:rsid w:val="00022C2E"/>
    <w:rsid w:val="00022E91"/>
    <w:rsid w:val="00026B3C"/>
    <w:rsid w:val="00027313"/>
    <w:rsid w:val="000315DE"/>
    <w:rsid w:val="0003210E"/>
    <w:rsid w:val="0004038E"/>
    <w:rsid w:val="00040EBF"/>
    <w:rsid w:val="000437B9"/>
    <w:rsid w:val="000440E0"/>
    <w:rsid w:val="0005355D"/>
    <w:rsid w:val="00055C76"/>
    <w:rsid w:val="00061E35"/>
    <w:rsid w:val="00062F66"/>
    <w:rsid w:val="0006605A"/>
    <w:rsid w:val="00073A6B"/>
    <w:rsid w:val="000744C7"/>
    <w:rsid w:val="00074EAD"/>
    <w:rsid w:val="0007625F"/>
    <w:rsid w:val="000823A3"/>
    <w:rsid w:val="00090677"/>
    <w:rsid w:val="00093E1E"/>
    <w:rsid w:val="00095DAC"/>
    <w:rsid w:val="000A52E7"/>
    <w:rsid w:val="000A5BA2"/>
    <w:rsid w:val="000A7C59"/>
    <w:rsid w:val="000B277B"/>
    <w:rsid w:val="000B2A80"/>
    <w:rsid w:val="000C012E"/>
    <w:rsid w:val="000D0CE7"/>
    <w:rsid w:val="000D0F62"/>
    <w:rsid w:val="000D5DB5"/>
    <w:rsid w:val="000E2BFA"/>
    <w:rsid w:val="000E5153"/>
    <w:rsid w:val="000E5AB5"/>
    <w:rsid w:val="000E78D0"/>
    <w:rsid w:val="000F002A"/>
    <w:rsid w:val="000F003E"/>
    <w:rsid w:val="000F1496"/>
    <w:rsid w:val="00101816"/>
    <w:rsid w:val="00106FA3"/>
    <w:rsid w:val="00110630"/>
    <w:rsid w:val="00113848"/>
    <w:rsid w:val="0011499D"/>
    <w:rsid w:val="0012098F"/>
    <w:rsid w:val="00123994"/>
    <w:rsid w:val="00134AFC"/>
    <w:rsid w:val="00137028"/>
    <w:rsid w:val="00142B94"/>
    <w:rsid w:val="001452D8"/>
    <w:rsid w:val="00152F5B"/>
    <w:rsid w:val="00153FD5"/>
    <w:rsid w:val="00155524"/>
    <w:rsid w:val="00166AC7"/>
    <w:rsid w:val="00167640"/>
    <w:rsid w:val="00172A7A"/>
    <w:rsid w:val="001733FB"/>
    <w:rsid w:val="00177F95"/>
    <w:rsid w:val="001819FE"/>
    <w:rsid w:val="00185DE2"/>
    <w:rsid w:val="00187449"/>
    <w:rsid w:val="00187A88"/>
    <w:rsid w:val="001951A9"/>
    <w:rsid w:val="001969B3"/>
    <w:rsid w:val="001A16B2"/>
    <w:rsid w:val="001A2A93"/>
    <w:rsid w:val="001B571F"/>
    <w:rsid w:val="001C13C0"/>
    <w:rsid w:val="001C1FC6"/>
    <w:rsid w:val="001C2590"/>
    <w:rsid w:val="001C325E"/>
    <w:rsid w:val="001C6367"/>
    <w:rsid w:val="001E1152"/>
    <w:rsid w:val="001E5FD4"/>
    <w:rsid w:val="001F1364"/>
    <w:rsid w:val="00200BC4"/>
    <w:rsid w:val="00202E89"/>
    <w:rsid w:val="00205744"/>
    <w:rsid w:val="002073B1"/>
    <w:rsid w:val="00216DD9"/>
    <w:rsid w:val="002239B5"/>
    <w:rsid w:val="00227201"/>
    <w:rsid w:val="002273E0"/>
    <w:rsid w:val="00236877"/>
    <w:rsid w:val="00236D58"/>
    <w:rsid w:val="0024162F"/>
    <w:rsid w:val="002602FA"/>
    <w:rsid w:val="002721DD"/>
    <w:rsid w:val="0027396C"/>
    <w:rsid w:val="00277E91"/>
    <w:rsid w:val="0028427A"/>
    <w:rsid w:val="002845F9"/>
    <w:rsid w:val="00284D8C"/>
    <w:rsid w:val="0029105C"/>
    <w:rsid w:val="00296759"/>
    <w:rsid w:val="002B0879"/>
    <w:rsid w:val="002B0A25"/>
    <w:rsid w:val="002B5F62"/>
    <w:rsid w:val="002C1445"/>
    <w:rsid w:val="002C40C0"/>
    <w:rsid w:val="002C6E3C"/>
    <w:rsid w:val="002C7E3F"/>
    <w:rsid w:val="002D70FB"/>
    <w:rsid w:val="002E1223"/>
    <w:rsid w:val="002E437D"/>
    <w:rsid w:val="002F06FA"/>
    <w:rsid w:val="002F5652"/>
    <w:rsid w:val="002F5D9C"/>
    <w:rsid w:val="0030124E"/>
    <w:rsid w:val="00302B36"/>
    <w:rsid w:val="0030645F"/>
    <w:rsid w:val="00307880"/>
    <w:rsid w:val="00307CE0"/>
    <w:rsid w:val="003118F0"/>
    <w:rsid w:val="00314032"/>
    <w:rsid w:val="003141E2"/>
    <w:rsid w:val="003202A9"/>
    <w:rsid w:val="0033294E"/>
    <w:rsid w:val="003338F1"/>
    <w:rsid w:val="00342647"/>
    <w:rsid w:val="003430A1"/>
    <w:rsid w:val="003515B7"/>
    <w:rsid w:val="00351934"/>
    <w:rsid w:val="00354A93"/>
    <w:rsid w:val="00357B0D"/>
    <w:rsid w:val="003626F3"/>
    <w:rsid w:val="00365A53"/>
    <w:rsid w:val="00373DDD"/>
    <w:rsid w:val="00376602"/>
    <w:rsid w:val="003846DE"/>
    <w:rsid w:val="00386101"/>
    <w:rsid w:val="0039278E"/>
    <w:rsid w:val="003A0D30"/>
    <w:rsid w:val="003A3AFD"/>
    <w:rsid w:val="003A7B4D"/>
    <w:rsid w:val="003B0648"/>
    <w:rsid w:val="003B2E46"/>
    <w:rsid w:val="003B5DDA"/>
    <w:rsid w:val="003B734B"/>
    <w:rsid w:val="003C4D49"/>
    <w:rsid w:val="003C5C7C"/>
    <w:rsid w:val="003C6627"/>
    <w:rsid w:val="003C6C67"/>
    <w:rsid w:val="003C7C27"/>
    <w:rsid w:val="003D2AA5"/>
    <w:rsid w:val="003D3DE3"/>
    <w:rsid w:val="003D4C71"/>
    <w:rsid w:val="003D653B"/>
    <w:rsid w:val="003D7AC9"/>
    <w:rsid w:val="003D7FC0"/>
    <w:rsid w:val="003E192F"/>
    <w:rsid w:val="003E386C"/>
    <w:rsid w:val="003E3FDB"/>
    <w:rsid w:val="003E5CBB"/>
    <w:rsid w:val="003F0D11"/>
    <w:rsid w:val="003F2A6A"/>
    <w:rsid w:val="003F4AF2"/>
    <w:rsid w:val="003F6029"/>
    <w:rsid w:val="00407C69"/>
    <w:rsid w:val="00410DDF"/>
    <w:rsid w:val="004161A4"/>
    <w:rsid w:val="00416DA9"/>
    <w:rsid w:val="00421F4C"/>
    <w:rsid w:val="004243C6"/>
    <w:rsid w:val="00431339"/>
    <w:rsid w:val="00443908"/>
    <w:rsid w:val="004464E0"/>
    <w:rsid w:val="00450EB7"/>
    <w:rsid w:val="004614A2"/>
    <w:rsid w:val="004614B4"/>
    <w:rsid w:val="00463659"/>
    <w:rsid w:val="00464AAC"/>
    <w:rsid w:val="00465DF5"/>
    <w:rsid w:val="00465F18"/>
    <w:rsid w:val="00467886"/>
    <w:rsid w:val="004709DA"/>
    <w:rsid w:val="00474D8B"/>
    <w:rsid w:val="00477BE9"/>
    <w:rsid w:val="00485AAB"/>
    <w:rsid w:val="00485D8F"/>
    <w:rsid w:val="0048688B"/>
    <w:rsid w:val="0049034E"/>
    <w:rsid w:val="00494BB4"/>
    <w:rsid w:val="004A029F"/>
    <w:rsid w:val="004A19CD"/>
    <w:rsid w:val="004A1ED4"/>
    <w:rsid w:val="004A4F05"/>
    <w:rsid w:val="004A6E68"/>
    <w:rsid w:val="004A7FE2"/>
    <w:rsid w:val="004B7D41"/>
    <w:rsid w:val="004C6CC0"/>
    <w:rsid w:val="004C7459"/>
    <w:rsid w:val="004C7766"/>
    <w:rsid w:val="004D3B7F"/>
    <w:rsid w:val="004D4C2F"/>
    <w:rsid w:val="004D4EE3"/>
    <w:rsid w:val="004D6E43"/>
    <w:rsid w:val="004E73BC"/>
    <w:rsid w:val="004F4F30"/>
    <w:rsid w:val="00503B89"/>
    <w:rsid w:val="0050518F"/>
    <w:rsid w:val="00505273"/>
    <w:rsid w:val="00512E98"/>
    <w:rsid w:val="0052674C"/>
    <w:rsid w:val="00526F5B"/>
    <w:rsid w:val="00527F8D"/>
    <w:rsid w:val="00532B20"/>
    <w:rsid w:val="00542321"/>
    <w:rsid w:val="00542422"/>
    <w:rsid w:val="005430D1"/>
    <w:rsid w:val="0054314E"/>
    <w:rsid w:val="0054503B"/>
    <w:rsid w:val="00546418"/>
    <w:rsid w:val="00552774"/>
    <w:rsid w:val="00567D98"/>
    <w:rsid w:val="00574230"/>
    <w:rsid w:val="00580D06"/>
    <w:rsid w:val="0058229F"/>
    <w:rsid w:val="00582B5F"/>
    <w:rsid w:val="0059069A"/>
    <w:rsid w:val="00592673"/>
    <w:rsid w:val="0059541D"/>
    <w:rsid w:val="005954C6"/>
    <w:rsid w:val="005A1AEF"/>
    <w:rsid w:val="005A237A"/>
    <w:rsid w:val="005A2B60"/>
    <w:rsid w:val="005A5A6E"/>
    <w:rsid w:val="005B138E"/>
    <w:rsid w:val="005B2445"/>
    <w:rsid w:val="005B283B"/>
    <w:rsid w:val="005B295D"/>
    <w:rsid w:val="005B4B58"/>
    <w:rsid w:val="005B4CA8"/>
    <w:rsid w:val="005B5188"/>
    <w:rsid w:val="005C2FCE"/>
    <w:rsid w:val="005C40E9"/>
    <w:rsid w:val="005C51FE"/>
    <w:rsid w:val="005C6E09"/>
    <w:rsid w:val="005D1FB5"/>
    <w:rsid w:val="005E6A7C"/>
    <w:rsid w:val="005E78B6"/>
    <w:rsid w:val="005F0EC3"/>
    <w:rsid w:val="005F185E"/>
    <w:rsid w:val="0060347C"/>
    <w:rsid w:val="006047F3"/>
    <w:rsid w:val="0060584C"/>
    <w:rsid w:val="0061089E"/>
    <w:rsid w:val="00616EB1"/>
    <w:rsid w:val="00622492"/>
    <w:rsid w:val="00624FA3"/>
    <w:rsid w:val="00633A39"/>
    <w:rsid w:val="00635098"/>
    <w:rsid w:val="0063733F"/>
    <w:rsid w:val="006505C8"/>
    <w:rsid w:val="006600FF"/>
    <w:rsid w:val="006618D4"/>
    <w:rsid w:val="00664046"/>
    <w:rsid w:val="00665BC5"/>
    <w:rsid w:val="006738C8"/>
    <w:rsid w:val="00673BA8"/>
    <w:rsid w:val="00674FC9"/>
    <w:rsid w:val="0067714E"/>
    <w:rsid w:val="006810BF"/>
    <w:rsid w:val="00697583"/>
    <w:rsid w:val="006A0721"/>
    <w:rsid w:val="006A0C4F"/>
    <w:rsid w:val="006A30B0"/>
    <w:rsid w:val="006A5057"/>
    <w:rsid w:val="006B511B"/>
    <w:rsid w:val="006C296F"/>
    <w:rsid w:val="006C3E89"/>
    <w:rsid w:val="006D5C8F"/>
    <w:rsid w:val="006D6E4C"/>
    <w:rsid w:val="006E1342"/>
    <w:rsid w:val="006E73BA"/>
    <w:rsid w:val="007028FF"/>
    <w:rsid w:val="00704D20"/>
    <w:rsid w:val="00711E9C"/>
    <w:rsid w:val="0072104C"/>
    <w:rsid w:val="00723609"/>
    <w:rsid w:val="00723CDD"/>
    <w:rsid w:val="007339BC"/>
    <w:rsid w:val="00743AA9"/>
    <w:rsid w:val="007454DF"/>
    <w:rsid w:val="00751F87"/>
    <w:rsid w:val="00755E56"/>
    <w:rsid w:val="007619E1"/>
    <w:rsid w:val="00764BCD"/>
    <w:rsid w:val="007745CB"/>
    <w:rsid w:val="007816AF"/>
    <w:rsid w:val="007852D9"/>
    <w:rsid w:val="007871FE"/>
    <w:rsid w:val="00787CA2"/>
    <w:rsid w:val="00791256"/>
    <w:rsid w:val="00794AB7"/>
    <w:rsid w:val="00794EB6"/>
    <w:rsid w:val="007A19B5"/>
    <w:rsid w:val="007A5D0A"/>
    <w:rsid w:val="007B02BC"/>
    <w:rsid w:val="007B4213"/>
    <w:rsid w:val="007C26B2"/>
    <w:rsid w:val="007C2709"/>
    <w:rsid w:val="007C4FFB"/>
    <w:rsid w:val="007C61C4"/>
    <w:rsid w:val="007D364C"/>
    <w:rsid w:val="007E16BF"/>
    <w:rsid w:val="007E4687"/>
    <w:rsid w:val="007E4CBE"/>
    <w:rsid w:val="007E69E1"/>
    <w:rsid w:val="007F2173"/>
    <w:rsid w:val="007F7298"/>
    <w:rsid w:val="00802259"/>
    <w:rsid w:val="00804F20"/>
    <w:rsid w:val="00810AB7"/>
    <w:rsid w:val="00811498"/>
    <w:rsid w:val="0081243D"/>
    <w:rsid w:val="008143C6"/>
    <w:rsid w:val="008249F8"/>
    <w:rsid w:val="00831977"/>
    <w:rsid w:val="008366BA"/>
    <w:rsid w:val="00837C70"/>
    <w:rsid w:val="0084261C"/>
    <w:rsid w:val="008433B7"/>
    <w:rsid w:val="00846D0F"/>
    <w:rsid w:val="00854D76"/>
    <w:rsid w:val="0086174E"/>
    <w:rsid w:val="00875C5A"/>
    <w:rsid w:val="008832D6"/>
    <w:rsid w:val="00885A95"/>
    <w:rsid w:val="008879AB"/>
    <w:rsid w:val="00890056"/>
    <w:rsid w:val="0089032C"/>
    <w:rsid w:val="00890DE5"/>
    <w:rsid w:val="0089104E"/>
    <w:rsid w:val="00896B12"/>
    <w:rsid w:val="008B720B"/>
    <w:rsid w:val="008C5233"/>
    <w:rsid w:val="008D22A0"/>
    <w:rsid w:val="008D6265"/>
    <w:rsid w:val="008D6459"/>
    <w:rsid w:val="008D7D2A"/>
    <w:rsid w:val="008E068B"/>
    <w:rsid w:val="008E0F57"/>
    <w:rsid w:val="008E39FC"/>
    <w:rsid w:val="008E40FE"/>
    <w:rsid w:val="008E7559"/>
    <w:rsid w:val="008F3337"/>
    <w:rsid w:val="00901B2E"/>
    <w:rsid w:val="00903A1F"/>
    <w:rsid w:val="00904AFF"/>
    <w:rsid w:val="0090564E"/>
    <w:rsid w:val="00905689"/>
    <w:rsid w:val="009134A0"/>
    <w:rsid w:val="00922991"/>
    <w:rsid w:val="00923F40"/>
    <w:rsid w:val="009306E7"/>
    <w:rsid w:val="009335D4"/>
    <w:rsid w:val="009343D4"/>
    <w:rsid w:val="00943DA1"/>
    <w:rsid w:val="00946359"/>
    <w:rsid w:val="009524A5"/>
    <w:rsid w:val="00956210"/>
    <w:rsid w:val="0095652F"/>
    <w:rsid w:val="00966672"/>
    <w:rsid w:val="009708F4"/>
    <w:rsid w:val="009748C8"/>
    <w:rsid w:val="009750A9"/>
    <w:rsid w:val="00977951"/>
    <w:rsid w:val="00981C7F"/>
    <w:rsid w:val="00982034"/>
    <w:rsid w:val="00982E8E"/>
    <w:rsid w:val="00986208"/>
    <w:rsid w:val="009906D0"/>
    <w:rsid w:val="00991E03"/>
    <w:rsid w:val="00994F21"/>
    <w:rsid w:val="00997658"/>
    <w:rsid w:val="009A0FBB"/>
    <w:rsid w:val="009A1423"/>
    <w:rsid w:val="009A414F"/>
    <w:rsid w:val="009A6D69"/>
    <w:rsid w:val="009A6EC7"/>
    <w:rsid w:val="009B3DA9"/>
    <w:rsid w:val="009B7A11"/>
    <w:rsid w:val="009C0D6D"/>
    <w:rsid w:val="009D3983"/>
    <w:rsid w:val="009D730F"/>
    <w:rsid w:val="009E66F7"/>
    <w:rsid w:val="009E6B1A"/>
    <w:rsid w:val="009F4806"/>
    <w:rsid w:val="009F6B83"/>
    <w:rsid w:val="009F6BA8"/>
    <w:rsid w:val="00A01302"/>
    <w:rsid w:val="00A01427"/>
    <w:rsid w:val="00A02291"/>
    <w:rsid w:val="00A022AB"/>
    <w:rsid w:val="00A024BD"/>
    <w:rsid w:val="00A1164B"/>
    <w:rsid w:val="00A169D9"/>
    <w:rsid w:val="00A20310"/>
    <w:rsid w:val="00A22304"/>
    <w:rsid w:val="00A24237"/>
    <w:rsid w:val="00A270DD"/>
    <w:rsid w:val="00A27E70"/>
    <w:rsid w:val="00A33515"/>
    <w:rsid w:val="00A4377D"/>
    <w:rsid w:val="00A479C6"/>
    <w:rsid w:val="00A53374"/>
    <w:rsid w:val="00A54225"/>
    <w:rsid w:val="00A54684"/>
    <w:rsid w:val="00A55592"/>
    <w:rsid w:val="00A653DC"/>
    <w:rsid w:val="00A67CBD"/>
    <w:rsid w:val="00A722BB"/>
    <w:rsid w:val="00A76AB8"/>
    <w:rsid w:val="00A8212E"/>
    <w:rsid w:val="00A877AC"/>
    <w:rsid w:val="00A87DD3"/>
    <w:rsid w:val="00A90BB9"/>
    <w:rsid w:val="00A9321B"/>
    <w:rsid w:val="00A94568"/>
    <w:rsid w:val="00A95B9A"/>
    <w:rsid w:val="00AA338A"/>
    <w:rsid w:val="00AA3BC7"/>
    <w:rsid w:val="00AC1759"/>
    <w:rsid w:val="00AC1ADA"/>
    <w:rsid w:val="00AC67AE"/>
    <w:rsid w:val="00AD0CF9"/>
    <w:rsid w:val="00AD215B"/>
    <w:rsid w:val="00AD6D75"/>
    <w:rsid w:val="00AE3111"/>
    <w:rsid w:val="00AF5C3C"/>
    <w:rsid w:val="00AF6210"/>
    <w:rsid w:val="00B006FD"/>
    <w:rsid w:val="00B01350"/>
    <w:rsid w:val="00B01354"/>
    <w:rsid w:val="00B118D8"/>
    <w:rsid w:val="00B11B03"/>
    <w:rsid w:val="00B1257F"/>
    <w:rsid w:val="00B24788"/>
    <w:rsid w:val="00B37F18"/>
    <w:rsid w:val="00B40AD4"/>
    <w:rsid w:val="00B47C16"/>
    <w:rsid w:val="00B5040F"/>
    <w:rsid w:val="00B53744"/>
    <w:rsid w:val="00B556BA"/>
    <w:rsid w:val="00B5682A"/>
    <w:rsid w:val="00B63852"/>
    <w:rsid w:val="00B6402A"/>
    <w:rsid w:val="00B77D19"/>
    <w:rsid w:val="00B83B76"/>
    <w:rsid w:val="00B86EFD"/>
    <w:rsid w:val="00B87888"/>
    <w:rsid w:val="00B91C42"/>
    <w:rsid w:val="00B92409"/>
    <w:rsid w:val="00BA6B17"/>
    <w:rsid w:val="00BB39F6"/>
    <w:rsid w:val="00BB55D9"/>
    <w:rsid w:val="00BC203A"/>
    <w:rsid w:val="00BC4F1D"/>
    <w:rsid w:val="00BD788C"/>
    <w:rsid w:val="00BE2DFD"/>
    <w:rsid w:val="00BF385E"/>
    <w:rsid w:val="00BF3874"/>
    <w:rsid w:val="00C00D69"/>
    <w:rsid w:val="00C033AD"/>
    <w:rsid w:val="00C03E62"/>
    <w:rsid w:val="00C05308"/>
    <w:rsid w:val="00C20297"/>
    <w:rsid w:val="00C214BA"/>
    <w:rsid w:val="00C25A50"/>
    <w:rsid w:val="00C26594"/>
    <w:rsid w:val="00C325B3"/>
    <w:rsid w:val="00C3453D"/>
    <w:rsid w:val="00C40E54"/>
    <w:rsid w:val="00C4465D"/>
    <w:rsid w:val="00C5270B"/>
    <w:rsid w:val="00C65ECE"/>
    <w:rsid w:val="00C72D9C"/>
    <w:rsid w:val="00C82898"/>
    <w:rsid w:val="00C85681"/>
    <w:rsid w:val="00C867BB"/>
    <w:rsid w:val="00C87E74"/>
    <w:rsid w:val="00C91FCD"/>
    <w:rsid w:val="00C9350B"/>
    <w:rsid w:val="00C95243"/>
    <w:rsid w:val="00C95E66"/>
    <w:rsid w:val="00C964FB"/>
    <w:rsid w:val="00CB1D7E"/>
    <w:rsid w:val="00CC2EA8"/>
    <w:rsid w:val="00CC59D6"/>
    <w:rsid w:val="00CC61EE"/>
    <w:rsid w:val="00CC756C"/>
    <w:rsid w:val="00CD58ED"/>
    <w:rsid w:val="00CE0B9C"/>
    <w:rsid w:val="00CE29A4"/>
    <w:rsid w:val="00CE3182"/>
    <w:rsid w:val="00CE3F5A"/>
    <w:rsid w:val="00CE4481"/>
    <w:rsid w:val="00CF3CBC"/>
    <w:rsid w:val="00CF4B5B"/>
    <w:rsid w:val="00CF57DF"/>
    <w:rsid w:val="00D03736"/>
    <w:rsid w:val="00D03EDB"/>
    <w:rsid w:val="00D0470C"/>
    <w:rsid w:val="00D06638"/>
    <w:rsid w:val="00D06794"/>
    <w:rsid w:val="00D10B0D"/>
    <w:rsid w:val="00D11E32"/>
    <w:rsid w:val="00D12B58"/>
    <w:rsid w:val="00D138A8"/>
    <w:rsid w:val="00D26279"/>
    <w:rsid w:val="00D26CAE"/>
    <w:rsid w:val="00D307BB"/>
    <w:rsid w:val="00D31B67"/>
    <w:rsid w:val="00D37C53"/>
    <w:rsid w:val="00D37F4D"/>
    <w:rsid w:val="00D5073F"/>
    <w:rsid w:val="00D6094D"/>
    <w:rsid w:val="00D629FA"/>
    <w:rsid w:val="00D63C94"/>
    <w:rsid w:val="00D7302C"/>
    <w:rsid w:val="00D7509C"/>
    <w:rsid w:val="00D80390"/>
    <w:rsid w:val="00D80A10"/>
    <w:rsid w:val="00D92396"/>
    <w:rsid w:val="00D92D71"/>
    <w:rsid w:val="00D93C5E"/>
    <w:rsid w:val="00D9579B"/>
    <w:rsid w:val="00DB2479"/>
    <w:rsid w:val="00DB5DA1"/>
    <w:rsid w:val="00DC39D7"/>
    <w:rsid w:val="00DC59FF"/>
    <w:rsid w:val="00DD0B99"/>
    <w:rsid w:val="00DD26EC"/>
    <w:rsid w:val="00DD4B20"/>
    <w:rsid w:val="00DE1E36"/>
    <w:rsid w:val="00DF3709"/>
    <w:rsid w:val="00E0222E"/>
    <w:rsid w:val="00E03146"/>
    <w:rsid w:val="00E054FB"/>
    <w:rsid w:val="00E076A0"/>
    <w:rsid w:val="00E10A57"/>
    <w:rsid w:val="00E1255F"/>
    <w:rsid w:val="00E165C4"/>
    <w:rsid w:val="00E16FB0"/>
    <w:rsid w:val="00E23B14"/>
    <w:rsid w:val="00E26144"/>
    <w:rsid w:val="00E2727C"/>
    <w:rsid w:val="00E307C0"/>
    <w:rsid w:val="00E3255A"/>
    <w:rsid w:val="00E363AE"/>
    <w:rsid w:val="00E36667"/>
    <w:rsid w:val="00E4029C"/>
    <w:rsid w:val="00E40BD0"/>
    <w:rsid w:val="00E47ABB"/>
    <w:rsid w:val="00E5538D"/>
    <w:rsid w:val="00E57098"/>
    <w:rsid w:val="00E62E12"/>
    <w:rsid w:val="00E64346"/>
    <w:rsid w:val="00E713DB"/>
    <w:rsid w:val="00E8277F"/>
    <w:rsid w:val="00E828BE"/>
    <w:rsid w:val="00E84CDF"/>
    <w:rsid w:val="00E85B63"/>
    <w:rsid w:val="00E871E1"/>
    <w:rsid w:val="00E912CD"/>
    <w:rsid w:val="00E9607B"/>
    <w:rsid w:val="00E966C7"/>
    <w:rsid w:val="00E96FC8"/>
    <w:rsid w:val="00EA2C18"/>
    <w:rsid w:val="00EA511B"/>
    <w:rsid w:val="00EB2B3E"/>
    <w:rsid w:val="00EB4177"/>
    <w:rsid w:val="00EB73F7"/>
    <w:rsid w:val="00ED0960"/>
    <w:rsid w:val="00ED5F3A"/>
    <w:rsid w:val="00EE136A"/>
    <w:rsid w:val="00EE1DF6"/>
    <w:rsid w:val="00EE7796"/>
    <w:rsid w:val="00EF239F"/>
    <w:rsid w:val="00F0027A"/>
    <w:rsid w:val="00F01AA6"/>
    <w:rsid w:val="00F076FC"/>
    <w:rsid w:val="00F119DE"/>
    <w:rsid w:val="00F22FAA"/>
    <w:rsid w:val="00F23A30"/>
    <w:rsid w:val="00F30000"/>
    <w:rsid w:val="00F358F6"/>
    <w:rsid w:val="00F40147"/>
    <w:rsid w:val="00F40C79"/>
    <w:rsid w:val="00F43CF6"/>
    <w:rsid w:val="00F43D69"/>
    <w:rsid w:val="00F43DCC"/>
    <w:rsid w:val="00F53A6B"/>
    <w:rsid w:val="00F53D19"/>
    <w:rsid w:val="00F5479D"/>
    <w:rsid w:val="00F710A4"/>
    <w:rsid w:val="00F83650"/>
    <w:rsid w:val="00F87894"/>
    <w:rsid w:val="00F92168"/>
    <w:rsid w:val="00F96734"/>
    <w:rsid w:val="00FA2139"/>
    <w:rsid w:val="00FA3796"/>
    <w:rsid w:val="00FA71BB"/>
    <w:rsid w:val="00FA7A11"/>
    <w:rsid w:val="00FB352B"/>
    <w:rsid w:val="00FC4587"/>
    <w:rsid w:val="00FC4ADA"/>
    <w:rsid w:val="00FE5175"/>
    <w:rsid w:val="00FE6C38"/>
    <w:rsid w:val="00FE719A"/>
    <w:rsid w:val="00FF1392"/>
    <w:rsid w:val="00FF7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74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C3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325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3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325E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1452D8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1452D8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</w:pPr>
    <w:rPr>
      <w:rFonts w:ascii="Arial Narrow" w:hAnsi="Arial Narrow"/>
      <w:sz w:val="24"/>
      <w:szCs w:val="24"/>
    </w:rPr>
  </w:style>
  <w:style w:type="paragraph" w:customStyle="1" w:styleId="xl66">
    <w:name w:val="xl66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67">
    <w:name w:val="xl67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68">
    <w:name w:val="xl68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69">
    <w:name w:val="xl69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0">
    <w:name w:val="xl70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1">
    <w:name w:val="xl71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2">
    <w:name w:val="xl72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3">
    <w:name w:val="xl73"/>
    <w:basedOn w:val="Normal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74">
    <w:name w:val="xl74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</w:pPr>
    <w:rPr>
      <w:rFonts w:ascii="Arial Narrow" w:hAnsi="Arial Narrow"/>
      <w:b/>
      <w:bCs/>
      <w:sz w:val="24"/>
      <w:szCs w:val="24"/>
    </w:rPr>
  </w:style>
  <w:style w:type="paragraph" w:customStyle="1" w:styleId="xl75">
    <w:name w:val="xl75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76">
    <w:name w:val="xl76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77">
    <w:name w:val="xl77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hAnsi="Arial Narrow"/>
      <w:color w:val="000000"/>
      <w:sz w:val="24"/>
      <w:szCs w:val="24"/>
    </w:rPr>
  </w:style>
  <w:style w:type="paragraph" w:customStyle="1" w:styleId="xl78">
    <w:name w:val="xl78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</w:pPr>
    <w:rPr>
      <w:rFonts w:ascii="Arial Narrow" w:hAnsi="Arial Narrow"/>
      <w:sz w:val="24"/>
      <w:szCs w:val="24"/>
    </w:rPr>
  </w:style>
  <w:style w:type="paragraph" w:customStyle="1" w:styleId="xl79">
    <w:name w:val="xl79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80">
    <w:name w:val="xl80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1">
    <w:name w:val="xl81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2">
    <w:name w:val="xl82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3">
    <w:name w:val="xl83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Arial Narrow" w:hAnsi="Arial Narrow"/>
      <w:sz w:val="24"/>
      <w:szCs w:val="24"/>
    </w:rPr>
  </w:style>
  <w:style w:type="paragraph" w:customStyle="1" w:styleId="xl84">
    <w:name w:val="xl84"/>
    <w:basedOn w:val="Normal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5">
    <w:name w:val="xl85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hAnsi="Arial Narrow"/>
      <w:b/>
      <w:bCs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87">
    <w:name w:val="xl87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8">
    <w:name w:val="xl88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89">
    <w:name w:val="xl89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90">
    <w:name w:val="xl90"/>
    <w:basedOn w:val="Normal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91">
    <w:name w:val="xl91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92">
    <w:name w:val="xl92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93">
    <w:name w:val="xl93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94">
    <w:name w:val="xl94"/>
    <w:basedOn w:val="Normal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95">
    <w:name w:val="xl95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96">
    <w:name w:val="xl96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97">
    <w:name w:val="xl97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Narrow" w:hAnsi="Arial Narrow"/>
      <w:sz w:val="24"/>
      <w:szCs w:val="24"/>
    </w:rPr>
  </w:style>
  <w:style w:type="paragraph" w:customStyle="1" w:styleId="xl98">
    <w:name w:val="xl98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4"/>
      <w:szCs w:val="24"/>
    </w:rPr>
  </w:style>
  <w:style w:type="paragraph" w:customStyle="1" w:styleId="xl99">
    <w:name w:val="xl99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4"/>
      <w:szCs w:val="24"/>
    </w:rPr>
  </w:style>
  <w:style w:type="paragraph" w:customStyle="1" w:styleId="xl100">
    <w:name w:val="xl100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1">
    <w:name w:val="xl101"/>
    <w:basedOn w:val="Normal"/>
    <w:uiPriority w:val="99"/>
    <w:rsid w:val="001452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2">
    <w:name w:val="xl102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3">
    <w:name w:val="xl103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104">
    <w:name w:val="xl104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4"/>
      <w:szCs w:val="24"/>
    </w:rPr>
  </w:style>
  <w:style w:type="paragraph" w:customStyle="1" w:styleId="xl105">
    <w:name w:val="xl105"/>
    <w:basedOn w:val="Normal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06">
    <w:name w:val="xl106"/>
    <w:basedOn w:val="Normal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7">
    <w:name w:val="xl107"/>
    <w:basedOn w:val="Normal"/>
    <w:uiPriority w:val="99"/>
    <w:rsid w:val="001452D8"/>
    <w:pPr>
      <w:shd w:val="clear" w:color="000000" w:fill="FFFFFF"/>
      <w:spacing w:before="100" w:beforeAutospacing="1" w:after="100" w:afterAutospacing="1" w:line="240" w:lineRule="auto"/>
    </w:pPr>
    <w:rPr>
      <w:rFonts w:ascii="Arial Narrow" w:hAnsi="Arial Narrow"/>
      <w:sz w:val="24"/>
      <w:szCs w:val="24"/>
    </w:rPr>
  </w:style>
  <w:style w:type="paragraph" w:customStyle="1" w:styleId="xl108">
    <w:name w:val="xl108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109">
    <w:name w:val="xl109"/>
    <w:basedOn w:val="Normal"/>
    <w:uiPriority w:val="99"/>
    <w:rsid w:val="001452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110">
    <w:name w:val="xl110"/>
    <w:basedOn w:val="Normal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sz w:val="24"/>
      <w:szCs w:val="24"/>
    </w:rPr>
  </w:style>
  <w:style w:type="paragraph" w:customStyle="1" w:styleId="xl111">
    <w:name w:val="xl111"/>
    <w:basedOn w:val="Normal"/>
    <w:uiPriority w:val="99"/>
    <w:rsid w:val="001452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12">
    <w:name w:val="xl112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13">
    <w:name w:val="xl113"/>
    <w:basedOn w:val="Normal"/>
    <w:uiPriority w:val="99"/>
    <w:rsid w:val="001452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14">
    <w:name w:val="xl114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15">
    <w:name w:val="xl115"/>
    <w:basedOn w:val="Normal"/>
    <w:uiPriority w:val="99"/>
    <w:rsid w:val="001452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16">
    <w:name w:val="xl116"/>
    <w:basedOn w:val="Normal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117">
    <w:name w:val="xl117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18">
    <w:name w:val="xl118"/>
    <w:basedOn w:val="Normal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Narrow" w:hAnsi="Arial Narrow"/>
      <w:b/>
      <w:bCs/>
      <w:sz w:val="24"/>
      <w:szCs w:val="24"/>
    </w:rPr>
  </w:style>
  <w:style w:type="paragraph" w:customStyle="1" w:styleId="xl119">
    <w:name w:val="xl119"/>
    <w:basedOn w:val="Normal"/>
    <w:uiPriority w:val="99"/>
    <w:rsid w:val="001452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4"/>
      <w:szCs w:val="24"/>
    </w:rPr>
  </w:style>
  <w:style w:type="paragraph" w:customStyle="1" w:styleId="xl120">
    <w:name w:val="xl120"/>
    <w:basedOn w:val="Normal"/>
    <w:uiPriority w:val="99"/>
    <w:rsid w:val="001452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hAnsi="Arial Narrow"/>
      <w:b/>
      <w:bCs/>
      <w:sz w:val="24"/>
      <w:szCs w:val="24"/>
    </w:rPr>
  </w:style>
  <w:style w:type="paragraph" w:customStyle="1" w:styleId="xl121">
    <w:name w:val="xl121"/>
    <w:basedOn w:val="Normal"/>
    <w:uiPriority w:val="99"/>
    <w:rsid w:val="001452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hAnsi="Arial Narrow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03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0314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2F06F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888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8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892</TotalTime>
  <Pages>26</Pages>
  <Words>6017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Baeva_LV</dc:creator>
  <cp:keywords/>
  <dc:description/>
  <cp:lastModifiedBy>USER5</cp:lastModifiedBy>
  <cp:revision>305</cp:revision>
  <cp:lastPrinted>2013-10-24T06:42:00Z</cp:lastPrinted>
  <dcterms:created xsi:type="dcterms:W3CDTF">2012-12-14T05:12:00Z</dcterms:created>
  <dcterms:modified xsi:type="dcterms:W3CDTF">2014-10-01T01:41:00Z</dcterms:modified>
</cp:coreProperties>
</file>